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833"/>
        <w:gridCol w:w="4156"/>
        <w:gridCol w:w="1963"/>
      </w:tblGrid>
      <w:tr w:rsidR="0010094F" w:rsidTr="00601B63">
        <w:trPr>
          <w:trHeight w:val="1134"/>
          <w:jc w:val="center"/>
        </w:trPr>
        <w:tc>
          <w:tcPr>
            <w:tcW w:w="8810" w:type="dxa"/>
            <w:gridSpan w:val="3"/>
            <w:vAlign w:val="center"/>
          </w:tcPr>
          <w:p w:rsidR="0010094F" w:rsidRPr="00B21C46" w:rsidRDefault="00601B63" w:rsidP="007A13B6">
            <w:pPr>
              <w:pStyle w:val="En-tte"/>
              <w:jc w:val="center"/>
              <w:rPr>
                <w:rFonts w:ascii="Comic Sans MS" w:hAnsi="Comic Sans MS"/>
              </w:rPr>
            </w:pPr>
            <w:r w:rsidRPr="00E85757">
              <w:rPr>
                <w:rFonts w:ascii="Comic Sans MS" w:hAnsi="Comic Sans MS"/>
                <w:color w:val="FF0000"/>
                <w:sz w:val="36"/>
              </w:rPr>
              <w:t>Innovation technologique, Ingénierie et développement durable</w:t>
            </w:r>
          </w:p>
        </w:tc>
        <w:tc>
          <w:tcPr>
            <w:tcW w:w="1963" w:type="dxa"/>
            <w:vAlign w:val="center"/>
          </w:tcPr>
          <w:p w:rsidR="0010094F" w:rsidRDefault="0010094F" w:rsidP="007A13B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10094F" w:rsidRPr="003D0E61" w:rsidRDefault="0010094F" w:rsidP="007A13B6">
            <w:pPr>
              <w:pStyle w:val="En-tte"/>
              <w:jc w:val="center"/>
              <w:rPr>
                <w:rFonts w:ascii="Comic Sans MS" w:hAnsi="Comic Sans MS"/>
                <w:b/>
              </w:rPr>
            </w:pPr>
          </w:p>
        </w:tc>
      </w:tr>
      <w:tr w:rsidR="0010094F" w:rsidTr="0010094F">
        <w:trPr>
          <w:jc w:val="center"/>
        </w:trPr>
        <w:tc>
          <w:tcPr>
            <w:tcW w:w="1821" w:type="dxa"/>
            <w:vMerge w:val="restart"/>
            <w:vAlign w:val="center"/>
          </w:tcPr>
          <w:p w:rsidR="0010094F" w:rsidRPr="001B6658" w:rsidRDefault="0010094F" w:rsidP="007A13B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12621B7F" wp14:editId="58C5836B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10094F" w:rsidRPr="00B21C46" w:rsidRDefault="00802BF6" w:rsidP="007A13B6">
            <w:pPr>
              <w:pStyle w:val="En-tte"/>
              <w:jc w:val="center"/>
              <w:rPr>
                <w:rFonts w:ascii="Arial" w:hAnsi="Arial" w:cs="Arial"/>
              </w:rPr>
            </w:pPr>
            <w:r>
              <w:rPr>
                <w:color w:val="1F497D" w:themeColor="text2"/>
                <w:sz w:val="28"/>
              </w:rPr>
              <w:t>Comment décrire un système ?</w:t>
            </w:r>
          </w:p>
        </w:tc>
        <w:tc>
          <w:tcPr>
            <w:tcW w:w="1963" w:type="dxa"/>
            <w:vAlign w:val="center"/>
          </w:tcPr>
          <w:p w:rsidR="0010094F" w:rsidRPr="00034DB3" w:rsidRDefault="0010094F" w:rsidP="0031263C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 xml:space="preserve">SÉANCE </w:t>
            </w:r>
            <w:r w:rsidR="00AC26F0">
              <w:rPr>
                <w:rFonts w:ascii="Comic Sans MS" w:hAnsi="Comic Sans MS"/>
                <w:b/>
                <w:sz w:val="22"/>
              </w:rPr>
              <w:t>4</w:t>
            </w:r>
          </w:p>
        </w:tc>
      </w:tr>
      <w:tr w:rsidR="0010094F" w:rsidTr="00802BF6">
        <w:trPr>
          <w:trHeight w:val="567"/>
          <w:jc w:val="center"/>
        </w:trPr>
        <w:tc>
          <w:tcPr>
            <w:tcW w:w="1821" w:type="dxa"/>
            <w:vMerge/>
            <w:vAlign w:val="center"/>
          </w:tcPr>
          <w:p w:rsidR="0010094F" w:rsidRDefault="0010094F" w:rsidP="007A13B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10094F" w:rsidRDefault="007F0852" w:rsidP="007F0852">
            <w:pPr>
              <w:pStyle w:val="En-tte"/>
              <w:jc w:val="center"/>
            </w:pPr>
            <w:r w:rsidRPr="007F0852">
              <w:rPr>
                <w:b/>
                <w:bCs/>
                <w:sz w:val="36"/>
                <w:szCs w:val="36"/>
              </w:rPr>
              <w:t>Facteur</w:t>
            </w:r>
            <w:r>
              <w:rPr>
                <w:b/>
                <w:bCs/>
                <w:sz w:val="36"/>
                <w:szCs w:val="36"/>
              </w:rPr>
              <w:t xml:space="preserve"> </w:t>
            </w:r>
            <w:r w:rsidRPr="007F0852">
              <w:rPr>
                <w:b/>
                <w:bCs/>
                <w:sz w:val="36"/>
                <w:szCs w:val="36"/>
              </w:rPr>
              <w:t>lumière du jour</w:t>
            </w:r>
          </w:p>
        </w:tc>
        <w:tc>
          <w:tcPr>
            <w:tcW w:w="1963" w:type="dxa"/>
            <w:vAlign w:val="center"/>
          </w:tcPr>
          <w:p w:rsidR="0010094F" w:rsidRDefault="00E06671" w:rsidP="0031263C">
            <w:pPr>
              <w:pStyle w:val="En-tte"/>
              <w:jc w:val="center"/>
            </w:pPr>
            <w:r>
              <w:t>A</w:t>
            </w:r>
            <w:r w:rsidR="00D544EF">
              <w:t xml:space="preserve">ctivité </w:t>
            </w:r>
            <w:r w:rsidR="007F0852">
              <w:t>2</w:t>
            </w:r>
          </w:p>
        </w:tc>
      </w:tr>
      <w:tr w:rsidR="00802BF6" w:rsidTr="00B24CE0">
        <w:trPr>
          <w:jc w:val="center"/>
        </w:trPr>
        <w:tc>
          <w:tcPr>
            <w:tcW w:w="4654" w:type="dxa"/>
            <w:gridSpan w:val="2"/>
            <w:vAlign w:val="center"/>
          </w:tcPr>
          <w:p w:rsidR="00802BF6" w:rsidRPr="0054037F" w:rsidRDefault="00802BF6" w:rsidP="00802BF6">
            <w:pPr>
              <w:pStyle w:val="En-tte"/>
              <w:jc w:val="left"/>
            </w:pPr>
            <w:r>
              <w:t xml:space="preserve">Nom : </w:t>
            </w:r>
          </w:p>
        </w:tc>
        <w:tc>
          <w:tcPr>
            <w:tcW w:w="4156" w:type="dxa"/>
            <w:vAlign w:val="center"/>
          </w:tcPr>
          <w:p w:rsidR="00802BF6" w:rsidRPr="0054037F" w:rsidRDefault="00802BF6" w:rsidP="00802BF6">
            <w:pPr>
              <w:pStyle w:val="En-tte"/>
              <w:jc w:val="left"/>
            </w:pPr>
            <w:r w:rsidRPr="0054037F">
              <w:t>Prénom :</w:t>
            </w:r>
            <w:r>
              <w:t xml:space="preserve"> </w:t>
            </w:r>
          </w:p>
        </w:tc>
        <w:tc>
          <w:tcPr>
            <w:tcW w:w="1963" w:type="dxa"/>
            <w:vAlign w:val="center"/>
          </w:tcPr>
          <w:p w:rsidR="00802BF6" w:rsidRDefault="00802BF6" w:rsidP="00802BF6">
            <w:pPr>
              <w:pStyle w:val="En-tte"/>
              <w:jc w:val="left"/>
            </w:pPr>
            <w:r>
              <w:t xml:space="preserve">Date : </w:t>
            </w:r>
          </w:p>
        </w:tc>
      </w:tr>
    </w:tbl>
    <w:p w:rsidR="0010094F" w:rsidRDefault="0010094F" w:rsidP="000830E0"/>
    <w:tbl>
      <w:tblPr>
        <w:tblStyle w:val="Grilledutableau"/>
        <w:tblW w:w="10773" w:type="dxa"/>
        <w:jc w:val="center"/>
        <w:tblLook w:val="04A0" w:firstRow="1" w:lastRow="0" w:firstColumn="1" w:lastColumn="0" w:noHBand="0" w:noVBand="1"/>
      </w:tblPr>
      <w:tblGrid>
        <w:gridCol w:w="8095"/>
        <w:gridCol w:w="2678"/>
      </w:tblGrid>
      <w:tr w:rsidR="007F0852" w:rsidTr="0010094F">
        <w:trPr>
          <w:trHeight w:val="567"/>
          <w:jc w:val="center"/>
        </w:trPr>
        <w:tc>
          <w:tcPr>
            <w:tcW w:w="3758" w:type="pct"/>
          </w:tcPr>
          <w:p w:rsidR="0010094F" w:rsidRPr="00485A5D" w:rsidRDefault="0010094F" w:rsidP="007A13B6">
            <w:pPr>
              <w:spacing w:after="120"/>
              <w:rPr>
                <w:b/>
                <w:bCs/>
              </w:rPr>
            </w:pPr>
            <w:r w:rsidRPr="00485A5D">
              <w:rPr>
                <w:b/>
                <w:bCs/>
                <w:u w:val="single"/>
              </w:rPr>
              <w:t>Durée</w:t>
            </w:r>
            <w:r w:rsidRPr="00485A5D">
              <w:rPr>
                <w:b/>
                <w:bCs/>
              </w:rPr>
              <w:t xml:space="preserve"> : </w:t>
            </w:r>
            <w:r w:rsidR="003C3921">
              <w:rPr>
                <w:b/>
                <w:bCs/>
              </w:rPr>
              <w:t>1</w:t>
            </w:r>
            <w:r w:rsidRPr="00485A5D">
              <w:rPr>
                <w:b/>
                <w:bCs/>
              </w:rPr>
              <w:t xml:space="preserve"> H </w:t>
            </w:r>
            <w:r w:rsidR="003C3921">
              <w:rPr>
                <w:b/>
                <w:bCs/>
              </w:rPr>
              <w:t>3</w:t>
            </w:r>
            <w:r w:rsidRPr="00485A5D">
              <w:rPr>
                <w:b/>
                <w:bCs/>
              </w:rPr>
              <w:t>0</w:t>
            </w:r>
          </w:p>
          <w:p w:rsidR="0031263C" w:rsidRDefault="0010094F" w:rsidP="007A13B6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  <w:u w:val="single"/>
              </w:rPr>
              <w:t>Objectifs</w:t>
            </w:r>
            <w:r w:rsidRPr="007E4FF7">
              <w:rPr>
                <w:bCs/>
                <w:u w:val="single"/>
              </w:rPr>
              <w:t xml:space="preserve"> </w:t>
            </w:r>
            <w:r w:rsidRPr="007E4FF7">
              <w:rPr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EC5297">
              <w:rPr>
                <w:b/>
                <w:bCs/>
              </w:rPr>
              <w:t>O</w:t>
            </w:r>
            <w:r w:rsidR="005728E1">
              <w:rPr>
                <w:b/>
                <w:bCs/>
              </w:rPr>
              <w:t>1</w:t>
            </w:r>
            <w:r w:rsidRPr="00EC5297">
              <w:rPr>
                <w:b/>
                <w:bCs/>
              </w:rPr>
              <w:t xml:space="preserve"> </w:t>
            </w:r>
            <w:r w:rsidR="005728E1">
              <w:rPr>
                <w:b/>
                <w:bCs/>
              </w:rPr>
              <w:t>O2</w:t>
            </w:r>
          </w:p>
          <w:p w:rsidR="0010094F" w:rsidRPr="007E4FF7" w:rsidRDefault="0010094F" w:rsidP="007A13B6">
            <w:pPr>
              <w:spacing w:after="120"/>
              <w:rPr>
                <w:b/>
                <w:bCs/>
              </w:rPr>
            </w:pPr>
            <w:r w:rsidRPr="007E4FF7">
              <w:rPr>
                <w:b/>
                <w:bCs/>
                <w:u w:val="single"/>
              </w:rPr>
              <w:t>Compétences visées</w:t>
            </w:r>
            <w:r w:rsidRPr="007E4FF7">
              <w:rPr>
                <w:b/>
                <w:bCs/>
              </w:rPr>
              <w:t xml:space="preserve"> : </w:t>
            </w:r>
            <w:r>
              <w:rPr>
                <w:b/>
                <w:bCs/>
              </w:rPr>
              <w:t xml:space="preserve"> </w:t>
            </w:r>
            <w:r w:rsidR="001630BA">
              <w:rPr>
                <w:b/>
                <w:bCs/>
              </w:rPr>
              <w:t>CO</w:t>
            </w:r>
            <w:r w:rsidR="005728E1">
              <w:rPr>
                <w:b/>
                <w:bCs/>
              </w:rPr>
              <w:t>1</w:t>
            </w:r>
            <w:r w:rsidR="001630BA">
              <w:rPr>
                <w:b/>
                <w:bCs/>
              </w:rPr>
              <w:t>.</w:t>
            </w:r>
            <w:proofErr w:type="gramStart"/>
            <w:r w:rsidR="0031263C">
              <w:rPr>
                <w:b/>
                <w:bCs/>
              </w:rPr>
              <w:t>1</w:t>
            </w:r>
            <w:r w:rsidR="005728E1">
              <w:rPr>
                <w:b/>
                <w:bCs/>
              </w:rPr>
              <w:t xml:space="preserve">  CO2.2</w:t>
            </w:r>
            <w:proofErr w:type="gramEnd"/>
          </w:p>
          <w:p w:rsidR="005728E1" w:rsidRPr="00AB3BF4" w:rsidRDefault="0010094F" w:rsidP="005728E1">
            <w:pPr>
              <w:pStyle w:val="Default"/>
              <w:tabs>
                <w:tab w:val="left" w:pos="2268"/>
              </w:tabs>
              <w:jc w:val="both"/>
              <w:rPr>
                <w:b/>
                <w:bCs/>
                <w:sz w:val="22"/>
                <w:szCs w:val="22"/>
              </w:rPr>
            </w:pPr>
            <w:r w:rsidRPr="007E4FF7">
              <w:rPr>
                <w:rFonts w:ascii="Times New Roman" w:hAnsi="Times New Roman" w:cs="Times New Roman"/>
                <w:b/>
                <w:bCs/>
                <w:color w:val="auto"/>
                <w:u w:val="single"/>
              </w:rPr>
              <w:t>Connaissance visée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="005728E1" w:rsidRPr="00AB3BF4">
              <w:rPr>
                <w:b/>
                <w:bCs/>
                <w:sz w:val="22"/>
                <w:szCs w:val="22"/>
              </w:rPr>
              <w:t>1.1.2 Communication technique</w:t>
            </w:r>
          </w:p>
          <w:p w:rsidR="005728E1" w:rsidRDefault="005728E1" w:rsidP="005728E1">
            <w:pPr>
              <w:pStyle w:val="Default"/>
              <w:tabs>
                <w:tab w:val="left" w:pos="2268"/>
              </w:tabs>
              <w:ind w:left="2268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1.3.1</w:t>
            </w:r>
            <w:r w:rsidRPr="00AB3BF4">
              <w:rPr>
                <w:b/>
                <w:bCs/>
                <w:sz w:val="22"/>
                <w:szCs w:val="22"/>
              </w:rPr>
              <w:t xml:space="preserve"> </w:t>
            </w:r>
            <w:r w:rsidRPr="005728E1">
              <w:rPr>
                <w:b/>
                <w:bCs/>
                <w:sz w:val="22"/>
                <w:szCs w:val="22"/>
              </w:rPr>
              <w:t>Paramètres de la compétitivité</w:t>
            </w:r>
          </w:p>
          <w:p w:rsidR="005728E1" w:rsidRDefault="005728E1" w:rsidP="005728E1">
            <w:pPr>
              <w:pStyle w:val="Default"/>
              <w:tabs>
                <w:tab w:val="left" w:pos="2410"/>
              </w:tabs>
              <w:ind w:left="2127" w:firstLine="141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1.3.2 Compromis complexité-efficacité-coût </w:t>
            </w:r>
          </w:p>
          <w:p w:rsidR="0010094F" w:rsidRPr="00996D0F" w:rsidRDefault="0010094F" w:rsidP="00061FB7">
            <w:pPr>
              <w:tabs>
                <w:tab w:val="left" w:pos="2268"/>
              </w:tabs>
              <w:spacing w:after="120"/>
              <w:ind w:left="2268" w:right="215" w:hanging="2268"/>
              <w:rPr>
                <w:b/>
                <w:bCs/>
              </w:rPr>
            </w:pPr>
            <w:r w:rsidRPr="00CA748B">
              <w:rPr>
                <w:b/>
                <w:bCs/>
                <w:u w:val="single"/>
              </w:rPr>
              <w:t>Matériel nécessaire</w:t>
            </w:r>
            <w:r>
              <w:rPr>
                <w:b/>
                <w:bCs/>
              </w:rPr>
              <w:t> :</w:t>
            </w:r>
            <w:r>
              <w:rPr>
                <w:b/>
                <w:bCs/>
              </w:rPr>
              <w:tab/>
            </w:r>
            <w:r w:rsidRPr="002921F8">
              <w:rPr>
                <w:bCs/>
              </w:rPr>
              <w:t>Poste informatique équipé d’internet</w:t>
            </w:r>
            <w:r w:rsidR="00D544EF">
              <w:rPr>
                <w:bCs/>
              </w:rPr>
              <w:t>, dossier ressources</w:t>
            </w:r>
            <w:r w:rsidR="00E45161">
              <w:rPr>
                <w:bCs/>
              </w:rPr>
              <w:t xml:space="preserve"> </w:t>
            </w:r>
          </w:p>
        </w:tc>
        <w:tc>
          <w:tcPr>
            <w:tcW w:w="1242" w:type="pct"/>
            <w:vAlign w:val="center"/>
          </w:tcPr>
          <w:p w:rsidR="0010094F" w:rsidRDefault="007F0852" w:rsidP="007A13B6">
            <w:pPr>
              <w:jc w:val="center"/>
            </w:pPr>
            <w:r w:rsidRPr="007F0852">
              <w:rPr>
                <w:noProof/>
                <w:lang w:eastAsia="fr-FR"/>
              </w:rPr>
              <w:drawing>
                <wp:inline distT="0" distB="0" distL="0" distR="0" wp14:anchorId="0055D384" wp14:editId="026C1AAF">
                  <wp:extent cx="1563676" cy="11880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76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094F" w:rsidRDefault="0010094F" w:rsidP="000830E0"/>
    <w:p w:rsidR="005C0A2E" w:rsidRDefault="00AB027A" w:rsidP="00601B63">
      <w:pPr>
        <w:tabs>
          <w:tab w:val="left" w:pos="2552"/>
        </w:tabs>
        <w:ind w:left="2552" w:hanging="2552"/>
      </w:pPr>
      <w:r w:rsidRPr="00996D0F">
        <w:rPr>
          <w:b/>
          <w:bCs/>
          <w:u w:val="single"/>
        </w:rPr>
        <w:t xml:space="preserve">Objectifs </w:t>
      </w:r>
      <w:r w:rsidR="00B82856">
        <w:rPr>
          <w:b/>
          <w:bCs/>
          <w:u w:val="single"/>
        </w:rPr>
        <w:t>de l’a</w:t>
      </w:r>
      <w:r w:rsidR="00B82856" w:rsidRPr="00B82856">
        <w:rPr>
          <w:b/>
          <w:bCs/>
          <w:u w:val="single"/>
        </w:rPr>
        <w:t>ctivité</w:t>
      </w:r>
      <w:r w:rsidRPr="00996D0F">
        <w:rPr>
          <w:b/>
          <w:bCs/>
        </w:rPr>
        <w:t xml:space="preserve"> : </w:t>
      </w:r>
      <w:r w:rsidRPr="00996D0F">
        <w:rPr>
          <w:b/>
          <w:bCs/>
        </w:rPr>
        <w:tab/>
      </w:r>
      <w:r w:rsidR="00C845B5">
        <w:t xml:space="preserve">À partir de </w:t>
      </w:r>
      <w:r w:rsidR="00B45BBF">
        <w:t>documents ressources</w:t>
      </w:r>
      <w:r w:rsidR="00E85757">
        <w:t xml:space="preserve"> et des ressources sur i</w:t>
      </w:r>
      <w:r w:rsidR="00C845B5">
        <w:t>nternet, l’élève doit</w:t>
      </w:r>
      <w:r w:rsidR="00E85757">
        <w:t xml:space="preserve"> </w:t>
      </w:r>
      <w:r w:rsidR="00061FB7" w:rsidRPr="00061FB7">
        <w:t xml:space="preserve">capable de </w:t>
      </w:r>
      <w:r w:rsidR="00942662" w:rsidRPr="00942662">
        <w:t xml:space="preserve">mettre en évidence la réduction de </w:t>
      </w:r>
      <w:r w:rsidR="00942662" w:rsidRPr="006B3D22">
        <w:t>la</w:t>
      </w:r>
      <w:r w:rsidR="00942662" w:rsidRPr="00942662">
        <w:t xml:space="preserve"> consommation électrique </w:t>
      </w:r>
      <w:r w:rsidR="00942662" w:rsidRPr="006B3D22">
        <w:t>en</w:t>
      </w:r>
      <w:r w:rsidR="00942662" w:rsidRPr="00942662">
        <w:t xml:space="preserve"> privilégiant, pour maintenir </w:t>
      </w:r>
      <w:r w:rsidR="00942662" w:rsidRPr="006B3D22">
        <w:t>un</w:t>
      </w:r>
      <w:r w:rsidR="00942662" w:rsidRPr="00942662">
        <w:t xml:space="preserve"> niveau </w:t>
      </w:r>
      <w:r w:rsidR="00942662" w:rsidRPr="006B3D22">
        <w:t>de</w:t>
      </w:r>
      <w:r w:rsidR="00942662" w:rsidRPr="00942662">
        <w:t xml:space="preserve"> </w:t>
      </w:r>
      <w:r w:rsidR="00942662" w:rsidRPr="006B3D22">
        <w:t>confort</w:t>
      </w:r>
      <w:r w:rsidR="00942662" w:rsidRPr="00942662">
        <w:t xml:space="preserve"> visuel, l’éclairage naturel </w:t>
      </w:r>
      <w:r w:rsidR="00942662" w:rsidRPr="006B3D22">
        <w:t>au</w:t>
      </w:r>
      <w:r w:rsidR="00942662" w:rsidRPr="00942662">
        <w:t xml:space="preserve"> sein </w:t>
      </w:r>
      <w:r w:rsidR="00942662" w:rsidRPr="006B3D22">
        <w:t>de</w:t>
      </w:r>
      <w:r w:rsidR="00942662" w:rsidRPr="00942662">
        <w:t xml:space="preserve"> l’habitat.</w:t>
      </w:r>
    </w:p>
    <w:p w:rsidR="00D544EF" w:rsidRDefault="00D544EF" w:rsidP="00DE7A58">
      <w:pPr>
        <w:pStyle w:val="Titre1"/>
      </w:pPr>
      <w:r w:rsidRPr="00DE7A58">
        <w:t>Présentation</w:t>
      </w:r>
    </w:p>
    <w:p w:rsidR="00942662" w:rsidRPr="006B3D22" w:rsidRDefault="00942662" w:rsidP="00942662">
      <w:pPr>
        <w:pStyle w:val="Norma1"/>
      </w:pPr>
      <w:r w:rsidRPr="006B3D22">
        <w:t>Une</w:t>
      </w:r>
      <w:r w:rsidRPr="00942662">
        <w:t xml:space="preserve"> </w:t>
      </w:r>
      <w:r w:rsidRPr="006B3D22">
        <w:t>famille</w:t>
      </w:r>
      <w:r w:rsidRPr="00942662">
        <w:t xml:space="preserve"> </w:t>
      </w:r>
      <w:r w:rsidRPr="006B3D22">
        <w:t>lyonnaise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investir</w:t>
      </w:r>
      <w:r w:rsidRPr="00942662">
        <w:t xml:space="preserve"> </w:t>
      </w:r>
      <w:r w:rsidRPr="006B3D22">
        <w:t>dans</w:t>
      </w:r>
      <w:r w:rsidRPr="00942662">
        <w:t xml:space="preserve"> </w:t>
      </w:r>
      <w:r w:rsidRPr="006B3D22">
        <w:t>la</w:t>
      </w:r>
      <w:r w:rsidRPr="00942662">
        <w:t xml:space="preserve"> </w:t>
      </w:r>
      <w:r w:rsidRPr="006B3D22">
        <w:t>construction</w:t>
      </w:r>
      <w:r w:rsidRPr="00942662">
        <w:t xml:space="preserve"> </w:t>
      </w:r>
      <w:r w:rsidRPr="006B3D22">
        <w:t>de</w:t>
      </w:r>
      <w:r w:rsidRPr="00942662">
        <w:t xml:space="preserve"> leur nouvelle </w:t>
      </w:r>
      <w:r w:rsidRPr="006B3D22">
        <w:t>habitation</w:t>
      </w:r>
      <w:r w:rsidRPr="00942662">
        <w:t xml:space="preserve"> </w:t>
      </w:r>
      <w:r w:rsidRPr="006B3D22">
        <w:t>principale.</w:t>
      </w:r>
    </w:p>
    <w:p w:rsidR="00942662" w:rsidRPr="00942662" w:rsidRDefault="00942662" w:rsidP="00942662">
      <w:pPr>
        <w:pStyle w:val="Norma1"/>
      </w:pPr>
      <w:r w:rsidRPr="006B3D22">
        <w:t>Conscients</w:t>
      </w:r>
      <w:r w:rsidRPr="00942662">
        <w:t xml:space="preserve"> </w:t>
      </w:r>
      <w:r w:rsidRPr="006B3D22">
        <w:t>des</w:t>
      </w:r>
      <w:r w:rsidRPr="00942662">
        <w:t xml:space="preserve"> </w:t>
      </w:r>
      <w:r w:rsidRPr="006B3D22">
        <w:t>enjeux</w:t>
      </w:r>
      <w:r w:rsidRPr="00942662">
        <w:t xml:space="preserve"> </w:t>
      </w:r>
      <w:r w:rsidRPr="006B3D22">
        <w:t>liés</w:t>
      </w:r>
      <w:r w:rsidRPr="00942662">
        <w:t xml:space="preserve"> </w:t>
      </w:r>
      <w:r w:rsidRPr="006B3D22">
        <w:t>au</w:t>
      </w:r>
      <w:r w:rsidRPr="00942662">
        <w:t xml:space="preserve"> </w:t>
      </w:r>
      <w:r w:rsidRPr="006B3D22">
        <w:t>développement</w:t>
      </w:r>
      <w:r w:rsidRPr="00942662">
        <w:t xml:space="preserve"> </w:t>
      </w:r>
      <w:r w:rsidRPr="006B3D22">
        <w:t>durable,</w:t>
      </w:r>
      <w:r w:rsidRPr="00942662">
        <w:t xml:space="preserve"> </w:t>
      </w:r>
      <w:r w:rsidR="00DE7A58">
        <w:t>elle</w:t>
      </w:r>
      <w:r w:rsidRPr="00942662">
        <w:t xml:space="preserve"> </w:t>
      </w:r>
      <w:r w:rsidRPr="006B3D22">
        <w:t>souhaite</w:t>
      </w:r>
      <w:r w:rsidRPr="00942662">
        <w:t xml:space="preserve"> </w:t>
      </w:r>
      <w:r w:rsidRPr="006B3D22">
        <w:t>que</w:t>
      </w:r>
      <w:r w:rsidRPr="00942662">
        <w:t xml:space="preserve"> </w:t>
      </w:r>
      <w:r w:rsidR="00DE7A58">
        <w:t>son</w:t>
      </w:r>
      <w:r w:rsidRPr="00942662">
        <w:t xml:space="preserve"> </w:t>
      </w:r>
      <w:r w:rsidRPr="006B3D22">
        <w:t>habitat</w:t>
      </w:r>
      <w:r w:rsidRPr="00942662">
        <w:t xml:space="preserve"> </w:t>
      </w:r>
      <w:r w:rsidRPr="006B3D22">
        <w:t>soit</w:t>
      </w:r>
      <w:r w:rsidRPr="00942662">
        <w:t xml:space="preserve"> respectueux de l’environnement et </w:t>
      </w:r>
      <w:r w:rsidR="00DE7A58">
        <w:t xml:space="preserve">soit </w:t>
      </w:r>
      <w:r w:rsidRPr="00942662">
        <w:t>le plus économe possible en énergie.</w:t>
      </w:r>
    </w:p>
    <w:p w:rsidR="00942662" w:rsidRPr="006B3D22" w:rsidRDefault="00DE7A58" w:rsidP="00942662">
      <w:pPr>
        <w:pStyle w:val="Norma1"/>
      </w:pPr>
      <w:r>
        <w:t xml:space="preserve">Son </w:t>
      </w:r>
      <w:r w:rsidR="00942662" w:rsidRPr="00942662">
        <w:t>projet d’</w:t>
      </w:r>
      <w:r w:rsidR="00942662" w:rsidRPr="006B3D22">
        <w:t>habitat,</w:t>
      </w:r>
      <w:r w:rsidR="00942662" w:rsidRPr="00942662">
        <w:t xml:space="preserve"> </w:t>
      </w:r>
      <w:r w:rsidR="00942662" w:rsidRPr="006B3D22">
        <w:t>situé</w:t>
      </w:r>
      <w:r w:rsidR="00942662" w:rsidRPr="00942662">
        <w:t xml:space="preserve"> en bordure d’une </w:t>
      </w:r>
      <w:r w:rsidR="00942662" w:rsidRPr="006B3D22">
        <w:t>route</w:t>
      </w:r>
      <w:r w:rsidR="00942662" w:rsidRPr="00942662">
        <w:t xml:space="preserve"> </w:t>
      </w:r>
      <w:r w:rsidR="00942662" w:rsidRPr="006B3D22">
        <w:t>très</w:t>
      </w:r>
      <w:r w:rsidR="00942662" w:rsidRPr="00942662">
        <w:t xml:space="preserve"> </w:t>
      </w:r>
      <w:r w:rsidR="00942662" w:rsidRPr="006B3D22">
        <w:t>fréq</w:t>
      </w:r>
      <w:bookmarkStart w:id="0" w:name="_GoBack"/>
      <w:bookmarkEnd w:id="0"/>
      <w:r w:rsidR="00942662" w:rsidRPr="006B3D22">
        <w:t>uentée,</w:t>
      </w:r>
      <w:r w:rsidR="00942662" w:rsidRPr="00942662">
        <w:t xml:space="preserve"> </w:t>
      </w:r>
      <w:r w:rsidR="00942662" w:rsidRPr="006B3D22">
        <w:t>est</w:t>
      </w:r>
      <w:r w:rsidR="00942662" w:rsidRPr="00942662">
        <w:t xml:space="preserve"> </w:t>
      </w:r>
      <w:r w:rsidR="00942662" w:rsidRPr="006B3D22">
        <w:t>organisé</w:t>
      </w:r>
      <w:r w:rsidR="00942662" w:rsidRPr="00942662">
        <w:t xml:space="preserve"> </w:t>
      </w:r>
      <w:r w:rsidR="00942662" w:rsidRPr="006B3D22">
        <w:t>sur</w:t>
      </w:r>
      <w:r w:rsidR="00942662" w:rsidRPr="00942662">
        <w:t xml:space="preserve"> </w:t>
      </w:r>
      <w:r w:rsidR="00942662" w:rsidRPr="006B3D22">
        <w:t>deux</w:t>
      </w:r>
      <w:r w:rsidR="00942662" w:rsidRPr="00942662">
        <w:t xml:space="preserve"> </w:t>
      </w:r>
      <w:r w:rsidR="00942662" w:rsidRPr="006B3D22">
        <w:t>niveaux</w:t>
      </w:r>
      <w:r w:rsidR="00942662" w:rsidRPr="00942662">
        <w:t xml:space="preserve"> </w:t>
      </w:r>
      <w:r w:rsidR="00942662" w:rsidRPr="006B3D22">
        <w:t>(RDC</w:t>
      </w:r>
      <w:r w:rsidR="00942662" w:rsidRPr="00942662">
        <w:t xml:space="preserve"> </w:t>
      </w:r>
      <w:r w:rsidR="00942662" w:rsidRPr="006B3D22">
        <w:t>+</w:t>
      </w:r>
      <w:r w:rsidR="00942662" w:rsidRPr="00942662">
        <w:t xml:space="preserve"> </w:t>
      </w:r>
      <w:r w:rsidR="00942662" w:rsidRPr="006B3D22">
        <w:t>étage).</w:t>
      </w:r>
      <w:r w:rsidR="00942662" w:rsidRPr="00942662">
        <w:t xml:space="preserve"> Les futurs propriétaires ont exprimé à l’architecte leur souhait de ne pas avoir d’ouverture en front de rue dans le séjour. Pour satisfaire à cette demande, l’architecte </w:t>
      </w:r>
      <w:r w:rsidR="00942662" w:rsidRPr="006B3D22">
        <w:t>confit</w:t>
      </w:r>
      <w:r w:rsidR="00942662" w:rsidRPr="00942662">
        <w:t xml:space="preserve"> à un bureau d’étude technique la conception d’une nouvelle solution d’éclairage naturel du séjour </w:t>
      </w:r>
      <w:r w:rsidR="00942662" w:rsidRPr="006B3D22">
        <w:t xml:space="preserve">pour maintenir le niveau de confort </w:t>
      </w:r>
      <w:r w:rsidR="00942662" w:rsidRPr="00942662">
        <w:t>visuel.</w:t>
      </w:r>
    </w:p>
    <w:p w:rsidR="00942662" w:rsidRPr="006B3D22" w:rsidRDefault="00942662" w:rsidP="00942662">
      <w:pPr>
        <w:pStyle w:val="Norma1"/>
      </w:pPr>
      <w:r w:rsidRPr="00942662">
        <w:t>L’</w:t>
      </w:r>
      <w:r w:rsidRPr="006B3D22">
        <w:t xml:space="preserve">agencement intérieur </w:t>
      </w:r>
      <w:r w:rsidRPr="00942662">
        <w:t>de</w:t>
      </w:r>
      <w:r w:rsidRPr="006B3D22">
        <w:t xml:space="preserve"> la maison</w:t>
      </w:r>
      <w:r w:rsidRPr="00942662">
        <w:t xml:space="preserve"> </w:t>
      </w:r>
      <w:r w:rsidRPr="006B3D22">
        <w:t>est organisé</w:t>
      </w:r>
      <w:r w:rsidRPr="00942662">
        <w:t xml:space="preserve"> </w:t>
      </w:r>
      <w:r w:rsidRPr="006B3D22">
        <w:t>de la manière suivante</w:t>
      </w:r>
      <w:r w:rsidR="001E4637">
        <w:t> :</w:t>
      </w:r>
    </w:p>
    <w:p w:rsidR="00942662" w:rsidRPr="006B3D22" w:rsidRDefault="001E4637" w:rsidP="001E4637">
      <w:pPr>
        <w:pStyle w:val="Norma1"/>
        <w:numPr>
          <w:ilvl w:val="0"/>
          <w:numId w:val="43"/>
        </w:numPr>
      </w:pPr>
      <w:r w:rsidRPr="006B3D22">
        <w:t>Une</w:t>
      </w:r>
      <w:r w:rsidR="00942662" w:rsidRPr="006B3D22">
        <w:t xml:space="preserve"> cuisine,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entrée,</w:t>
      </w:r>
      <w:r w:rsidR="00942662" w:rsidRPr="00942662">
        <w:t xml:space="preserve"> </w:t>
      </w:r>
      <w:r w:rsidR="00942662" w:rsidRPr="006B3D22">
        <w:t xml:space="preserve">une chambre </w:t>
      </w:r>
      <w:r w:rsidR="00942662" w:rsidRPr="00942662">
        <w:t>et</w:t>
      </w:r>
      <w:r w:rsidR="00942662" w:rsidRPr="006B3D22">
        <w:t xml:space="preserve"> un séjour</w:t>
      </w:r>
      <w:r w:rsidR="00942662" w:rsidRPr="00942662">
        <w:t xml:space="preserve"> </w:t>
      </w:r>
      <w:r w:rsidR="00942662" w:rsidRPr="006B3D22">
        <w:t>au</w:t>
      </w:r>
      <w:r w:rsidR="00942662" w:rsidRPr="00942662">
        <w:t xml:space="preserve"> </w:t>
      </w:r>
      <w:r w:rsidR="00942662" w:rsidRPr="006B3D22">
        <w:t>rez-de-chaussée</w:t>
      </w:r>
      <w:r w:rsidR="00097D1D">
        <w:t> ;</w:t>
      </w:r>
    </w:p>
    <w:p w:rsidR="00942662" w:rsidRPr="006B3D22" w:rsidRDefault="00097D1D" w:rsidP="001E4637">
      <w:pPr>
        <w:pStyle w:val="Norma1"/>
        <w:numPr>
          <w:ilvl w:val="0"/>
          <w:numId w:val="43"/>
        </w:numPr>
      </w:pPr>
      <w:r w:rsidRPr="006B3D22">
        <w:t>Deux</w:t>
      </w:r>
      <w:r w:rsidR="00942662" w:rsidRPr="00942662">
        <w:t xml:space="preserve"> </w:t>
      </w:r>
      <w:r w:rsidR="00942662" w:rsidRPr="006B3D22">
        <w:t>chambres,</w:t>
      </w:r>
      <w:r w:rsidR="00942662" w:rsidRPr="00942662">
        <w:t xml:space="preserve"> </w:t>
      </w:r>
      <w:r w:rsidR="00942662" w:rsidRPr="006B3D22">
        <w:t>une</w:t>
      </w:r>
      <w:r w:rsidR="00942662" w:rsidRPr="00942662">
        <w:t xml:space="preserve"> </w:t>
      </w:r>
      <w:r w:rsidR="00942662" w:rsidRPr="006B3D22">
        <w:t>salle de bain, un</w:t>
      </w:r>
      <w:r w:rsidR="00942662" w:rsidRPr="00942662">
        <w:t xml:space="preserve"> WC et </w:t>
      </w:r>
      <w:r w:rsidR="00942662" w:rsidRPr="006B3D22">
        <w:t>un</w:t>
      </w:r>
      <w:r w:rsidR="00942662" w:rsidRPr="00942662">
        <w:t xml:space="preserve"> palier à l’étage</w:t>
      </w:r>
      <w:r w:rsidR="00942662" w:rsidRPr="006B3D22">
        <w:t>.</w:t>
      </w:r>
    </w:p>
    <w:p w:rsidR="00942662" w:rsidRDefault="00942662" w:rsidP="00097D1D">
      <w:r w:rsidRPr="00942662">
        <w:t xml:space="preserve">La couverture de la maison est composé d’une toiture terrasse végétalisée et d’une couverture en </w:t>
      </w:r>
      <w:r w:rsidRPr="006B3D22">
        <w:t>ardoise.</w:t>
      </w:r>
    </w:p>
    <w:p w:rsidR="005C0A2E" w:rsidRPr="006B3D22" w:rsidRDefault="005C0A2E" w:rsidP="00097D1D"/>
    <w:p w:rsidR="00061FB7" w:rsidRDefault="00097D1D" w:rsidP="00097D1D">
      <w:pPr>
        <w:tabs>
          <w:tab w:val="left" w:pos="2552"/>
        </w:tabs>
        <w:ind w:left="2552" w:hanging="2552"/>
        <w:jc w:val="center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4086122" cy="3060000"/>
                <wp:effectExtent l="0" t="0" r="0" b="7620"/>
                <wp:docPr id="6" name="Zone de dessin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7" name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224408" y="4"/>
                            <a:ext cx="3680438" cy="30228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84671" y="2354085"/>
                            <a:ext cx="2362836" cy="2508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2665B" w:rsidRDefault="0042665B" w:rsidP="0042665B">
                              <w:pPr>
                                <w:jc w:val="center"/>
                              </w:pPr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Plan du </w:t>
                              </w:r>
                              <w:proofErr w:type="spellStart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>Rez</w:t>
                              </w:r>
                              <w:proofErr w:type="spellEnd"/>
                              <w:r>
                                <w:rPr>
                                  <w:i/>
                                  <w:iCs/>
                                  <w:sz w:val="22"/>
                                  <w:szCs w:val="22"/>
                                </w:rPr>
                                <w:t xml:space="preserve"> de Chaussée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5015" tIns="47508" rIns="95015" bIns="47508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6" o:spid="_x0000_s1026" editas="canvas" style="width:321.75pt;height:240.95pt;mso-position-horizontal-relative:char;mso-position-vertical-relative:line" coordsize="40855,305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">
                <v:shape id="_x0000_s1027" type="#_x0000_t75" style="position:absolute;width:40855;height:30594;visibility:visible;mso-wrap-style:square">
                  <v:fill o:detectmouseclick="t"/>
                  <v:path o:connecttype="none"/>
                </v:shape>
                <v:shape id="Image 7" o:spid="_x0000_s1028" type="#_x0000_t75" style="position:absolute;left:2244;width:36804;height:302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">
                  <v:imagedata r:id="rId11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9" type="#_x0000_t202" style="position:absolute;left:846;top:23540;width:23629;height:2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" filled="f" stroked="f" strokeweight=".5pt">
                  <v:textbox inset="2.63931mm,1.3197mm,2.63931mm,1.3197mm">
                    <w:txbxContent>
                      <w:p w:rsidR="0042665B" w:rsidRDefault="0042665B" w:rsidP="0042665B">
                        <w:pPr>
                          <w:jc w:val="center"/>
                        </w:pPr>
                        <w:r>
                          <w:rPr>
                            <w:i/>
                            <w:iCs/>
                            <w:sz w:val="22"/>
                            <w:szCs w:val="22"/>
                          </w:rPr>
                          <w:t>Plan du Rez de Chaussée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B3A77" w:rsidRDefault="007B3A77" w:rsidP="007B3A77">
      <w:pPr>
        <w:pStyle w:val="Titre1"/>
      </w:pPr>
      <w:r>
        <w:lastRenderedPageBreak/>
        <w:t>Éclairage</w:t>
      </w:r>
    </w:p>
    <w:p w:rsidR="007B3A77" w:rsidRDefault="007B3A77" w:rsidP="007B3A77">
      <w:r w:rsidRPr="006B3D22">
        <w:t>La notion de</w:t>
      </w:r>
      <w:r w:rsidRPr="006B3D22">
        <w:rPr>
          <w:spacing w:val="-2"/>
        </w:rPr>
        <w:t xml:space="preserve"> </w:t>
      </w:r>
      <w:r>
        <w:rPr>
          <w:spacing w:val="-2"/>
        </w:rPr>
        <w:t>« </w:t>
      </w:r>
      <w:r w:rsidRPr="006B3D22">
        <w:rPr>
          <w:i/>
        </w:rPr>
        <w:t>facteur lumière du</w:t>
      </w:r>
      <w:r w:rsidRPr="006B3D22">
        <w:rPr>
          <w:i/>
          <w:spacing w:val="-2"/>
        </w:rPr>
        <w:t xml:space="preserve"> </w:t>
      </w:r>
      <w:r w:rsidRPr="006B3D22">
        <w:rPr>
          <w:i/>
        </w:rPr>
        <w:t>jour</w:t>
      </w:r>
      <w:r>
        <w:rPr>
          <w:i/>
        </w:rPr>
        <w:t> »</w:t>
      </w:r>
      <w:r w:rsidRPr="006B3D22">
        <w:rPr>
          <w:i/>
          <w:spacing w:val="-2"/>
        </w:rPr>
        <w:t xml:space="preserve"> </w:t>
      </w:r>
      <w:r w:rsidRPr="006B3D22">
        <w:t>(FLJ) permet d’estimer</w:t>
      </w:r>
      <w:r w:rsidRPr="006B3D22">
        <w:rPr>
          <w:spacing w:val="1"/>
        </w:rPr>
        <w:t xml:space="preserve"> </w:t>
      </w:r>
      <w:r w:rsidRPr="006B3D22">
        <w:t>la</w:t>
      </w:r>
      <w:r w:rsidRPr="006B3D22">
        <w:rPr>
          <w:spacing w:val="-4"/>
        </w:rPr>
        <w:t xml:space="preserve"> </w:t>
      </w:r>
      <w:r w:rsidRPr="006B3D22">
        <w:t>qualité lumineuse.</w:t>
      </w:r>
      <w:r>
        <w:t xml:space="preserve"> </w:t>
      </w:r>
      <w:r w:rsidRPr="006B3D22">
        <w:t>Ce</w:t>
      </w:r>
      <w:r w:rsidRPr="006B3D22">
        <w:rPr>
          <w:spacing w:val="15"/>
        </w:rPr>
        <w:t xml:space="preserve"> </w:t>
      </w:r>
      <w:r w:rsidRPr="006B3D22">
        <w:t>facteur</w:t>
      </w:r>
      <w:r w:rsidRPr="006B3D22">
        <w:rPr>
          <w:spacing w:val="18"/>
        </w:rPr>
        <w:t xml:space="preserve"> </w:t>
      </w:r>
      <w:r w:rsidRPr="006B3D22">
        <w:t>est</w:t>
      </w:r>
      <w:r w:rsidRPr="006B3D22">
        <w:rPr>
          <w:spacing w:val="18"/>
        </w:rPr>
        <w:t xml:space="preserve"> </w:t>
      </w:r>
      <w:r w:rsidRPr="006B3D22">
        <w:t>le</w:t>
      </w:r>
      <w:r w:rsidRPr="006B3D22">
        <w:rPr>
          <w:spacing w:val="15"/>
        </w:rPr>
        <w:t xml:space="preserve"> </w:t>
      </w:r>
      <w:r w:rsidRPr="006B3D22">
        <w:t>rapport</w:t>
      </w:r>
      <w:r w:rsidRPr="006B3D22">
        <w:rPr>
          <w:spacing w:val="16"/>
        </w:rPr>
        <w:t xml:space="preserve"> </w:t>
      </w:r>
      <w:r w:rsidRPr="006B3D22">
        <w:t>de</w:t>
      </w:r>
      <w:r w:rsidRPr="006B3D22">
        <w:rPr>
          <w:spacing w:val="17"/>
        </w:rPr>
        <w:t xml:space="preserve"> </w:t>
      </w:r>
      <w:r w:rsidRPr="006B3D22">
        <w:t>l'éclairement</w:t>
      </w:r>
      <w:r w:rsidRPr="006B3D22">
        <w:rPr>
          <w:spacing w:val="18"/>
        </w:rPr>
        <w:t xml:space="preserve"> </w:t>
      </w:r>
      <w:r w:rsidRPr="006B3D22">
        <w:t>naturel</w:t>
      </w:r>
      <w:r w:rsidRPr="006B3D22">
        <w:rPr>
          <w:spacing w:val="14"/>
        </w:rPr>
        <w:t xml:space="preserve"> </w:t>
      </w:r>
      <w:r w:rsidRPr="006B3D22">
        <w:t>intérieur</w:t>
      </w:r>
      <w:r w:rsidRPr="006B3D22">
        <w:rPr>
          <w:spacing w:val="16"/>
        </w:rPr>
        <w:t xml:space="preserve"> </w:t>
      </w:r>
      <w:r w:rsidRPr="006B3D22">
        <w:t>reçu</w:t>
      </w:r>
      <w:r w:rsidRPr="006B3D22">
        <w:rPr>
          <w:spacing w:val="17"/>
        </w:rPr>
        <w:t xml:space="preserve"> </w:t>
      </w:r>
      <w:r w:rsidRPr="006B3D22">
        <w:t>en</w:t>
      </w:r>
      <w:r w:rsidRPr="006B3D22">
        <w:rPr>
          <w:spacing w:val="14"/>
        </w:rPr>
        <w:t xml:space="preserve"> </w:t>
      </w:r>
      <w:r w:rsidRPr="006B3D22">
        <w:t>un</w:t>
      </w:r>
      <w:r w:rsidRPr="006B3D22">
        <w:rPr>
          <w:spacing w:val="17"/>
        </w:rPr>
        <w:t xml:space="preserve"> </w:t>
      </w:r>
      <w:r w:rsidRPr="006B3D22">
        <w:t>point</w:t>
      </w:r>
      <w:r w:rsidRPr="006B3D22">
        <w:rPr>
          <w:spacing w:val="18"/>
        </w:rPr>
        <w:t xml:space="preserve"> </w:t>
      </w:r>
      <w:r w:rsidRPr="006B3D22">
        <w:t>(généralement</w:t>
      </w:r>
      <w:r w:rsidRPr="006B3D22">
        <w:rPr>
          <w:spacing w:val="18"/>
        </w:rPr>
        <w:t xml:space="preserve"> </w:t>
      </w:r>
      <w:r w:rsidRPr="006B3D22">
        <w:t>le</w:t>
      </w:r>
      <w:r w:rsidRPr="006B3D22">
        <w:rPr>
          <w:spacing w:val="17"/>
        </w:rPr>
        <w:t xml:space="preserve"> </w:t>
      </w:r>
      <w:r w:rsidRPr="006B3D22">
        <w:t>plan</w:t>
      </w:r>
      <w:r w:rsidRPr="006B3D22">
        <w:rPr>
          <w:spacing w:val="39"/>
        </w:rPr>
        <w:t xml:space="preserve"> </w:t>
      </w:r>
      <w:r w:rsidRPr="006B3D22">
        <w:t>de</w:t>
      </w:r>
      <w:r w:rsidRPr="006B3D22">
        <w:rPr>
          <w:spacing w:val="19"/>
        </w:rPr>
        <w:t xml:space="preserve"> </w:t>
      </w:r>
      <w:r w:rsidRPr="006B3D22">
        <w:t>travail</w:t>
      </w:r>
      <w:r w:rsidRPr="006B3D22">
        <w:rPr>
          <w:spacing w:val="19"/>
        </w:rPr>
        <w:t xml:space="preserve"> </w:t>
      </w:r>
      <w:r w:rsidRPr="006B3D22">
        <w:t>ou</w:t>
      </w:r>
      <w:r w:rsidRPr="006B3D22">
        <w:rPr>
          <w:spacing w:val="19"/>
        </w:rPr>
        <w:t xml:space="preserve"> </w:t>
      </w:r>
      <w:r w:rsidRPr="006B3D22">
        <w:t>le</w:t>
      </w:r>
      <w:r w:rsidRPr="006B3D22">
        <w:rPr>
          <w:spacing w:val="19"/>
        </w:rPr>
        <w:t xml:space="preserve"> </w:t>
      </w:r>
      <w:r w:rsidRPr="006B3D22">
        <w:t>niveau</w:t>
      </w:r>
      <w:r w:rsidRPr="006B3D22">
        <w:rPr>
          <w:spacing w:val="19"/>
        </w:rPr>
        <w:t xml:space="preserve"> </w:t>
      </w:r>
      <w:r w:rsidRPr="006B3D22">
        <w:t>du</w:t>
      </w:r>
      <w:r w:rsidRPr="006B3D22">
        <w:rPr>
          <w:spacing w:val="19"/>
        </w:rPr>
        <w:t xml:space="preserve"> </w:t>
      </w:r>
      <w:r w:rsidRPr="006B3D22">
        <w:t>sol)</w:t>
      </w:r>
      <w:r w:rsidRPr="006B3D22">
        <w:rPr>
          <w:spacing w:val="20"/>
        </w:rPr>
        <w:t xml:space="preserve"> </w:t>
      </w:r>
      <w:r w:rsidRPr="006B3D22">
        <w:t>à</w:t>
      </w:r>
      <w:r w:rsidRPr="006B3D22">
        <w:rPr>
          <w:spacing w:val="19"/>
        </w:rPr>
        <w:t xml:space="preserve"> </w:t>
      </w:r>
      <w:r w:rsidRPr="006B3D22">
        <w:t>l'éclairement</w:t>
      </w:r>
      <w:r w:rsidRPr="006B3D22">
        <w:rPr>
          <w:spacing w:val="19"/>
        </w:rPr>
        <w:t xml:space="preserve"> </w:t>
      </w:r>
      <w:r w:rsidRPr="006B3D22">
        <w:t>extérieur</w:t>
      </w:r>
      <w:r w:rsidRPr="006B3D22">
        <w:rPr>
          <w:spacing w:val="20"/>
        </w:rPr>
        <w:t xml:space="preserve"> </w:t>
      </w:r>
      <w:r w:rsidRPr="006B3D22">
        <w:t>simultané</w:t>
      </w:r>
      <w:r w:rsidRPr="006B3D22">
        <w:rPr>
          <w:spacing w:val="19"/>
        </w:rPr>
        <w:t xml:space="preserve"> </w:t>
      </w:r>
      <w:r w:rsidRPr="006B3D22">
        <w:t>sur</w:t>
      </w:r>
      <w:r w:rsidRPr="006B3D22">
        <w:rPr>
          <w:spacing w:val="18"/>
        </w:rPr>
        <w:t xml:space="preserve"> </w:t>
      </w:r>
      <w:r w:rsidRPr="006B3D22">
        <w:t>une</w:t>
      </w:r>
      <w:r w:rsidRPr="006B3D22">
        <w:rPr>
          <w:spacing w:val="17"/>
        </w:rPr>
        <w:t xml:space="preserve"> </w:t>
      </w:r>
      <w:r w:rsidRPr="006B3D22">
        <w:t>surface</w:t>
      </w:r>
      <w:r w:rsidRPr="006B3D22">
        <w:rPr>
          <w:spacing w:val="19"/>
        </w:rPr>
        <w:t xml:space="preserve"> </w:t>
      </w:r>
      <w:r w:rsidRPr="006B3D22">
        <w:t>horizontale,</w:t>
      </w:r>
      <w:r w:rsidRPr="006B3D22">
        <w:rPr>
          <w:spacing w:val="20"/>
        </w:rPr>
        <w:t xml:space="preserve"> </w:t>
      </w:r>
      <w:r w:rsidRPr="006B3D22">
        <w:rPr>
          <w:spacing w:val="-2"/>
        </w:rPr>
        <w:t>en</w:t>
      </w:r>
      <w:r w:rsidRPr="006B3D22">
        <w:rPr>
          <w:spacing w:val="53"/>
        </w:rPr>
        <w:t xml:space="preserve"> </w:t>
      </w:r>
      <w:r w:rsidRPr="006B3D22">
        <w:t xml:space="preserve">site parfaitement </w:t>
      </w:r>
      <w:r w:rsidRPr="006B3D22">
        <w:rPr>
          <w:spacing w:val="-2"/>
        </w:rPr>
        <w:t>dégagé,</w:t>
      </w:r>
      <w:r w:rsidRPr="006B3D22">
        <w:rPr>
          <w:spacing w:val="2"/>
        </w:rPr>
        <w:t xml:space="preserve"> </w:t>
      </w:r>
      <w:r w:rsidRPr="006B3D22">
        <w:rPr>
          <w:spacing w:val="-2"/>
        </w:rPr>
        <w:t>par</w:t>
      </w:r>
      <w:r w:rsidRPr="006B3D22">
        <w:rPr>
          <w:spacing w:val="1"/>
        </w:rPr>
        <w:t xml:space="preserve"> </w:t>
      </w:r>
      <w:r w:rsidRPr="006B3D22">
        <w:t>ciel couvert. Il s'exprime</w:t>
      </w:r>
      <w:r w:rsidRPr="006B3D22">
        <w:rPr>
          <w:spacing w:val="5"/>
        </w:rPr>
        <w:t xml:space="preserve"> </w:t>
      </w:r>
      <w:r w:rsidRPr="006B3D22">
        <w:t>en</w:t>
      </w:r>
      <w:r w:rsidRPr="006B3D22">
        <w:rPr>
          <w:spacing w:val="-2"/>
        </w:rPr>
        <w:t xml:space="preserve"> </w:t>
      </w:r>
      <w:r w:rsidRPr="006B3D22">
        <w:t>pourcentage.</w:t>
      </w:r>
    </w:p>
    <w:p w:rsidR="00061FB7" w:rsidRDefault="00061FB7" w:rsidP="00061FB7"/>
    <w:p w:rsidR="00942DCF" w:rsidRDefault="00942DCF" w:rsidP="000B4D82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À partir d’une analyse du document technique DT 1</w:t>
      </w:r>
      <w:r w:rsidR="008B3F24">
        <w:rPr>
          <w:rFonts w:ascii="Times New Roman" w:hAnsi="Times New Roman" w:cs="Times New Roman"/>
          <w:b w:val="0"/>
          <w:color w:val="000000"/>
        </w:rPr>
        <w:t xml:space="preserve"> (figure 1)</w:t>
      </w:r>
      <w:r>
        <w:rPr>
          <w:rFonts w:ascii="Times New Roman" w:hAnsi="Times New Roman" w:cs="Times New Roman"/>
          <w:b w:val="0"/>
          <w:color w:val="000000"/>
        </w:rPr>
        <w:t>, caractérisez l</w:t>
      </w:r>
      <w:r w:rsidR="00084ECD">
        <w:rPr>
          <w:rFonts w:ascii="Times New Roman" w:hAnsi="Times New Roman" w:cs="Times New Roman"/>
          <w:b w:val="0"/>
          <w:color w:val="000000"/>
        </w:rPr>
        <w:t>e confort visuel</w:t>
      </w:r>
      <w:r>
        <w:rPr>
          <w:rFonts w:ascii="Times New Roman" w:hAnsi="Times New Roman" w:cs="Times New Roman"/>
          <w:b w:val="0"/>
          <w:color w:val="000000"/>
        </w:rPr>
        <w:t xml:space="preserve"> de la pièce principale (séjour)</w:t>
      </w:r>
      <w:r w:rsidR="00084ECD">
        <w:rPr>
          <w:rFonts w:ascii="Times New Roman" w:hAnsi="Times New Roman" w:cs="Times New Roman"/>
          <w:b w:val="0"/>
          <w:color w:val="000000"/>
        </w:rPr>
        <w:t>. Justifiez ce manque de confort.</w:t>
      </w:r>
    </w:p>
    <w:p w:rsidR="00680325" w:rsidRPr="00C01A01" w:rsidRDefault="00680325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Default="00C01A01" w:rsidP="00680325"/>
    <w:p w:rsidR="00CE2087" w:rsidRPr="00084ECD" w:rsidRDefault="00084ECD" w:rsidP="00084EC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084ECD">
        <w:rPr>
          <w:rFonts w:ascii="Times New Roman" w:hAnsi="Times New Roman" w:cs="Times New Roman"/>
          <w:b w:val="0"/>
          <w:color w:val="000000"/>
        </w:rPr>
        <w:t>Pour pallier ce manque de luminosité, l’architecte envisage de mettre en place deux conduits de lumières. À l’aide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084ECD">
        <w:rPr>
          <w:rFonts w:ascii="Times New Roman" w:hAnsi="Times New Roman" w:cs="Times New Roman"/>
          <w:b w:val="0"/>
          <w:color w:val="000000"/>
        </w:rPr>
        <w:t>2, décri</w:t>
      </w:r>
      <w:r>
        <w:rPr>
          <w:rFonts w:ascii="Times New Roman" w:hAnsi="Times New Roman" w:cs="Times New Roman"/>
          <w:b w:val="0"/>
          <w:color w:val="000000"/>
        </w:rPr>
        <w:t>vez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</w:t>
      </w:r>
      <w:r w:rsidR="00466FB5">
        <w:rPr>
          <w:rFonts w:ascii="Times New Roman" w:hAnsi="Times New Roman" w:cs="Times New Roman"/>
          <w:b w:val="0"/>
          <w:color w:val="000000"/>
        </w:rPr>
        <w:t xml:space="preserve">le rôle et </w:t>
      </w:r>
      <w:r w:rsidRPr="00084ECD">
        <w:rPr>
          <w:rFonts w:ascii="Times New Roman" w:hAnsi="Times New Roman" w:cs="Times New Roman"/>
          <w:b w:val="0"/>
          <w:color w:val="000000"/>
        </w:rPr>
        <w:t>le principe de fonctionnement d</w:t>
      </w:r>
      <w:r>
        <w:rPr>
          <w:rFonts w:ascii="Times New Roman" w:hAnsi="Times New Roman" w:cs="Times New Roman"/>
          <w:b w:val="0"/>
          <w:color w:val="000000"/>
        </w:rPr>
        <w:t>’</w:t>
      </w:r>
      <w:r w:rsidRPr="00084ECD">
        <w:rPr>
          <w:rFonts w:ascii="Times New Roman" w:hAnsi="Times New Roman" w:cs="Times New Roman"/>
          <w:b w:val="0"/>
          <w:color w:val="000000"/>
        </w:rPr>
        <w:t>u</w:t>
      </w:r>
      <w:r>
        <w:rPr>
          <w:rFonts w:ascii="Times New Roman" w:hAnsi="Times New Roman" w:cs="Times New Roman"/>
          <w:b w:val="0"/>
          <w:color w:val="000000"/>
        </w:rPr>
        <w:t>n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conduit de lumière </w:t>
      </w:r>
      <w:r w:rsidR="00466FB5">
        <w:rPr>
          <w:rFonts w:ascii="Times New Roman" w:hAnsi="Times New Roman" w:cs="Times New Roman"/>
          <w:b w:val="0"/>
          <w:color w:val="000000"/>
        </w:rPr>
        <w:t>en indiquant</w:t>
      </w:r>
      <w:r w:rsidRPr="00084ECD">
        <w:rPr>
          <w:rFonts w:ascii="Times New Roman" w:hAnsi="Times New Roman" w:cs="Times New Roman"/>
          <w:b w:val="0"/>
          <w:color w:val="000000"/>
        </w:rPr>
        <w:t xml:space="preserve"> quels sont </w:t>
      </w:r>
      <w:r w:rsidR="00466FB5">
        <w:rPr>
          <w:rFonts w:ascii="Times New Roman" w:hAnsi="Times New Roman" w:cs="Times New Roman"/>
          <w:b w:val="0"/>
          <w:color w:val="000000"/>
        </w:rPr>
        <w:t>s</w:t>
      </w:r>
      <w:r w:rsidRPr="00084ECD">
        <w:rPr>
          <w:rFonts w:ascii="Times New Roman" w:hAnsi="Times New Roman" w:cs="Times New Roman"/>
          <w:b w:val="0"/>
          <w:color w:val="000000"/>
        </w:rPr>
        <w:t>es principaux constituants</w:t>
      </w:r>
      <w:r>
        <w:rPr>
          <w:rFonts w:ascii="Times New Roman" w:hAnsi="Times New Roman" w:cs="Times New Roman"/>
          <w:b w:val="0"/>
          <w:color w:val="000000"/>
        </w:rPr>
        <w:t>.</w:t>
      </w: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/>
    <w:p w:rsidR="00680325" w:rsidRPr="00466FB5" w:rsidRDefault="00466FB5" w:rsidP="00466FB5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466FB5">
        <w:rPr>
          <w:rFonts w:ascii="Times New Roman" w:hAnsi="Times New Roman" w:cs="Times New Roman"/>
          <w:b w:val="0"/>
          <w:color w:val="000000"/>
        </w:rPr>
        <w:t xml:space="preserve">L’éclairement naturel moyen global horizontal (lumière du jour) est de l’ordre de 35 000 lx en France pendant la durée du jour. </w:t>
      </w:r>
      <w:r w:rsidRPr="00785A9E">
        <w:rPr>
          <w:rFonts w:ascii="Times New Roman" w:hAnsi="Times New Roman" w:cs="Times New Roman"/>
          <w:b w:val="0"/>
          <w:color w:val="000000"/>
        </w:rPr>
        <w:t>Calculez le flux lumineux</w:t>
      </w:r>
      <w:r w:rsidR="00785A9E">
        <w:rPr>
          <w:rFonts w:ascii="Times New Roman" w:hAnsi="Times New Roman" w:cs="Times New Roman"/>
          <w:b w:val="0"/>
          <w:color w:val="000000"/>
        </w:rPr>
        <w:t xml:space="preserve"> par </w:t>
      </w:r>
      <m:oMath>
        <m:sSup>
          <m:sSupPr>
            <m:ctrlPr>
              <w:rPr>
                <w:rFonts w:ascii="Cambria Math" w:hAnsi="Cambria Math" w:cs="Times New Roman"/>
                <w:b w:val="0"/>
                <w:i/>
                <w:color w:val="00000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m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color w:val="000000"/>
              </w:rPr>
              <m:t>2</m:t>
            </m:r>
          </m:sup>
        </m:sSup>
      </m:oMath>
      <w:r w:rsidRPr="00466FB5">
        <w:rPr>
          <w:rFonts w:ascii="Times New Roman" w:hAnsi="Times New Roman" w:cs="Times New Roman"/>
          <w:b w:val="0"/>
          <w:color w:val="000000"/>
        </w:rPr>
        <w:t xml:space="preserve"> correspondant à un éclairement de 35 000 lux.</w:t>
      </w: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680325" w:rsidRDefault="00680325" w:rsidP="00680325"/>
    <w:p w:rsidR="00F31F58" w:rsidRPr="00F31F58" w:rsidRDefault="00F31F58" w:rsidP="00F31F58">
      <w:pPr>
        <w:pStyle w:val="Normal1"/>
      </w:pPr>
      <w:r>
        <w:t xml:space="preserve">Soit </w:t>
      </w:r>
      <w:r w:rsidRPr="00F31F58">
        <w:t>un éclairage arti</w:t>
      </w:r>
      <w:r>
        <w:t>ficiel de type fluorescent de 1,</w:t>
      </w:r>
      <w:r w:rsidRPr="00F31F58">
        <w:t>20</w:t>
      </w:r>
      <w:r>
        <w:t xml:space="preserve"> </w:t>
      </w:r>
      <w:r w:rsidRPr="00F31F58">
        <w:t>m de longueur ay</w:t>
      </w:r>
      <w:r>
        <w:t>ant un flux lumineux de 3 400 lm.</w:t>
      </w:r>
    </w:p>
    <w:p w:rsidR="00F31F58" w:rsidRPr="00F31F58" w:rsidRDefault="00F31F58" w:rsidP="00F31F58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F31F58">
        <w:rPr>
          <w:rFonts w:ascii="Times New Roman" w:hAnsi="Times New Roman" w:cs="Times New Roman"/>
          <w:b w:val="0"/>
          <w:color w:val="000000"/>
        </w:rPr>
        <w:t>Calculez le nombre de tubes fluorescents nécessaires pour obtenir l’équivalent de la lumière du jour</w:t>
      </w:r>
      <w:r>
        <w:rPr>
          <w:rFonts w:ascii="Times New Roman" w:hAnsi="Times New Roman" w:cs="Times New Roman"/>
          <w:b w:val="0"/>
          <w:color w:val="000000"/>
        </w:rPr>
        <w:t>.</w:t>
      </w:r>
    </w:p>
    <w:p w:rsidR="00F31F58" w:rsidRDefault="00F31F58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Pr="00F31F58" w:rsidRDefault="00C01A01" w:rsidP="00F31F58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590DD7" w:rsidRDefault="004E54C5" w:rsidP="00680325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4664710</wp:posOffset>
            </wp:positionH>
            <wp:positionV relativeFrom="paragraph">
              <wp:posOffset>104140</wp:posOffset>
            </wp:positionV>
            <wp:extent cx="2601595" cy="2267585"/>
            <wp:effectExtent l="0" t="0" r="8255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1595" cy="226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54C5" w:rsidRDefault="004E54C5" w:rsidP="004E54C5">
      <w:pPr>
        <w:pStyle w:val="Normal1"/>
        <w:ind w:right="4819"/>
        <w:rPr>
          <w:szCs w:val="24"/>
        </w:rPr>
      </w:pPr>
      <w:r w:rsidRPr="004E54C5">
        <w:rPr>
          <w:szCs w:val="24"/>
        </w:rPr>
        <w:t>Le</w:t>
      </w:r>
      <w:r w:rsidRPr="004E54C5">
        <w:rPr>
          <w:spacing w:val="57"/>
          <w:szCs w:val="24"/>
        </w:rPr>
        <w:t xml:space="preserve"> </w:t>
      </w:r>
      <w:r w:rsidRPr="004E54C5">
        <w:rPr>
          <w:szCs w:val="24"/>
        </w:rPr>
        <w:t>flux</w:t>
      </w:r>
      <w:r w:rsidRPr="004E54C5">
        <w:rPr>
          <w:spacing w:val="55"/>
          <w:szCs w:val="24"/>
        </w:rPr>
        <w:t xml:space="preserve"> </w:t>
      </w:r>
      <w:r w:rsidRPr="004E54C5">
        <w:rPr>
          <w:szCs w:val="24"/>
        </w:rPr>
        <w:t>lumineux</w:t>
      </w:r>
      <w:r w:rsidRPr="004E54C5">
        <w:rPr>
          <w:spacing w:val="55"/>
          <w:szCs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pacing w:val="55"/>
                <w:szCs w:val="24"/>
              </w:rPr>
            </m:ctrlPr>
          </m:sSubPr>
          <m:e>
            <m:r>
              <w:rPr>
                <w:rFonts w:ascii="Cambria Math" w:hAnsi="Cambria Math"/>
                <w:spacing w:val="55"/>
                <w:szCs w:val="24"/>
              </w:rPr>
              <m:t>F</m:t>
            </m:r>
          </m:e>
          <m:sub>
            <m:r>
              <w:rPr>
                <w:rFonts w:ascii="Cambria Math" w:hAnsi="Cambria Math"/>
                <w:spacing w:val="55"/>
                <w:szCs w:val="24"/>
              </w:rPr>
              <m:t>t</m:t>
            </m:r>
          </m:sub>
        </m:sSub>
      </m:oMath>
      <w:r>
        <w:rPr>
          <w:spacing w:val="55"/>
          <w:szCs w:val="24"/>
        </w:rPr>
        <w:t xml:space="preserve"> </w:t>
      </w:r>
      <w:r w:rsidRPr="004E54C5">
        <w:rPr>
          <w:szCs w:val="24"/>
        </w:rPr>
        <w:t>(en</w:t>
      </w:r>
      <w:r w:rsidRPr="004E54C5">
        <w:rPr>
          <w:spacing w:val="57"/>
          <w:szCs w:val="24"/>
        </w:rPr>
        <w:t xml:space="preserve"> </w:t>
      </w:r>
      <w:r w:rsidRPr="004E54C5">
        <w:rPr>
          <w:szCs w:val="24"/>
        </w:rPr>
        <w:t>lm</w:t>
      </w:r>
      <w:r w:rsidRPr="004E54C5">
        <w:rPr>
          <w:rFonts w:eastAsia="Arial"/>
          <w:szCs w:val="24"/>
        </w:rPr>
        <w:t>)</w:t>
      </w:r>
      <w:r w:rsidRPr="004E54C5">
        <w:rPr>
          <w:rFonts w:eastAsia="Arial"/>
          <w:spacing w:val="59"/>
          <w:szCs w:val="24"/>
        </w:rPr>
        <w:t xml:space="preserve"> </w:t>
      </w:r>
      <w:r w:rsidRPr="004E54C5">
        <w:rPr>
          <w:rFonts w:eastAsia="Arial"/>
          <w:szCs w:val="24"/>
        </w:rPr>
        <w:t>que</w:t>
      </w:r>
      <w:r w:rsidRPr="004E54C5">
        <w:rPr>
          <w:rFonts w:eastAsia="Arial"/>
          <w:spacing w:val="57"/>
          <w:szCs w:val="24"/>
        </w:rPr>
        <w:t xml:space="preserve"> </w:t>
      </w:r>
      <w:r w:rsidRPr="004E54C5">
        <w:rPr>
          <w:rFonts w:eastAsia="Arial"/>
          <w:szCs w:val="24"/>
        </w:rPr>
        <w:t>l’on</w:t>
      </w:r>
      <w:r w:rsidRPr="004E54C5">
        <w:rPr>
          <w:rFonts w:eastAsia="Arial"/>
          <w:spacing w:val="30"/>
          <w:szCs w:val="24"/>
        </w:rPr>
        <w:t xml:space="preserve"> </w:t>
      </w:r>
      <w:r w:rsidRPr="004E54C5">
        <w:rPr>
          <w:rFonts w:eastAsia="Arial"/>
          <w:szCs w:val="24"/>
        </w:rPr>
        <w:t>peut</w:t>
      </w:r>
      <w:r w:rsidRPr="004E54C5">
        <w:rPr>
          <w:rFonts w:eastAsia="Arial"/>
          <w:spacing w:val="46"/>
          <w:szCs w:val="24"/>
        </w:rPr>
        <w:t xml:space="preserve"> </w:t>
      </w:r>
      <w:r w:rsidRPr="004E54C5">
        <w:rPr>
          <w:rFonts w:eastAsia="Arial"/>
          <w:szCs w:val="24"/>
        </w:rPr>
        <w:t>transmettre</w:t>
      </w:r>
      <w:r w:rsidRPr="004E54C5">
        <w:rPr>
          <w:rFonts w:eastAsia="Arial"/>
          <w:spacing w:val="44"/>
          <w:szCs w:val="24"/>
        </w:rPr>
        <w:t xml:space="preserve"> </w:t>
      </w:r>
      <w:r w:rsidRPr="004E54C5">
        <w:rPr>
          <w:rFonts w:eastAsia="Arial"/>
          <w:szCs w:val="24"/>
        </w:rPr>
        <w:t>à</w:t>
      </w:r>
      <w:r w:rsidRPr="004E54C5">
        <w:rPr>
          <w:rFonts w:eastAsia="Arial"/>
          <w:spacing w:val="47"/>
          <w:szCs w:val="24"/>
        </w:rPr>
        <w:t xml:space="preserve"> </w:t>
      </w:r>
      <w:r w:rsidRPr="004E54C5">
        <w:rPr>
          <w:rFonts w:eastAsia="Arial"/>
          <w:szCs w:val="24"/>
        </w:rPr>
        <w:t>l’intérieur</w:t>
      </w:r>
      <w:r w:rsidRPr="004E54C5">
        <w:rPr>
          <w:rFonts w:eastAsia="Arial"/>
          <w:spacing w:val="46"/>
          <w:szCs w:val="24"/>
        </w:rPr>
        <w:t xml:space="preserve"> </w:t>
      </w:r>
      <w:r w:rsidRPr="004E54C5">
        <w:rPr>
          <w:rFonts w:eastAsia="Arial"/>
          <w:szCs w:val="24"/>
        </w:rPr>
        <w:t>de</w:t>
      </w:r>
      <w:r w:rsidRPr="004E54C5">
        <w:rPr>
          <w:rFonts w:eastAsia="Arial"/>
          <w:spacing w:val="47"/>
          <w:szCs w:val="24"/>
        </w:rPr>
        <w:t xml:space="preserve"> </w:t>
      </w:r>
      <w:r w:rsidRPr="004E54C5">
        <w:rPr>
          <w:rFonts w:eastAsia="Arial"/>
          <w:szCs w:val="24"/>
        </w:rPr>
        <w:t>la</w:t>
      </w:r>
      <w:r w:rsidRPr="004E54C5">
        <w:rPr>
          <w:rFonts w:eastAsia="Arial"/>
          <w:spacing w:val="21"/>
          <w:szCs w:val="24"/>
        </w:rPr>
        <w:t xml:space="preserve"> </w:t>
      </w:r>
      <w:r w:rsidRPr="004E54C5">
        <w:rPr>
          <w:szCs w:val="24"/>
        </w:rPr>
        <w:t>maison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par</w:t>
      </w:r>
      <w:r w:rsidRPr="004E54C5">
        <w:rPr>
          <w:spacing w:val="15"/>
          <w:szCs w:val="24"/>
        </w:rPr>
        <w:t xml:space="preserve"> </w:t>
      </w:r>
      <w:r w:rsidRPr="004E54C5">
        <w:rPr>
          <w:szCs w:val="24"/>
        </w:rPr>
        <w:t>un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puits</w:t>
      </w:r>
      <w:r w:rsidRPr="004E54C5">
        <w:rPr>
          <w:spacing w:val="14"/>
          <w:szCs w:val="24"/>
        </w:rPr>
        <w:t xml:space="preserve"> </w:t>
      </w:r>
      <w:r w:rsidRPr="004E54C5">
        <w:rPr>
          <w:spacing w:val="-2"/>
          <w:szCs w:val="24"/>
        </w:rPr>
        <w:t>de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lumière</w:t>
      </w:r>
      <w:r w:rsidRPr="004E54C5">
        <w:rPr>
          <w:spacing w:val="13"/>
          <w:szCs w:val="24"/>
        </w:rPr>
        <w:t xml:space="preserve"> </w:t>
      </w:r>
      <w:r w:rsidRPr="004E54C5">
        <w:rPr>
          <w:szCs w:val="24"/>
        </w:rPr>
        <w:t>est</w:t>
      </w:r>
      <w:r w:rsidRPr="004E54C5">
        <w:rPr>
          <w:spacing w:val="27"/>
          <w:szCs w:val="24"/>
        </w:rPr>
        <w:t xml:space="preserve"> </w:t>
      </w:r>
      <w:r w:rsidRPr="004E54C5">
        <w:rPr>
          <w:szCs w:val="24"/>
        </w:rPr>
        <w:t>donné</w:t>
      </w:r>
      <w:r>
        <w:rPr>
          <w:szCs w:val="24"/>
        </w:rPr>
        <w:t xml:space="preserve"> par :</w:t>
      </w:r>
    </w:p>
    <w:p w:rsidR="004E54C5" w:rsidRPr="004E54C5" w:rsidRDefault="00ED7558" w:rsidP="004E54C5">
      <w:pPr>
        <w:pStyle w:val="Normal1"/>
        <w:ind w:right="4819"/>
        <w:jc w:val="center"/>
        <w:rPr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Cs w:val="24"/>
              </w:rPr>
              <m:t>t</m:t>
            </m:r>
          </m:sub>
        </m:sSub>
        <m:r>
          <w:rPr>
            <w:rFonts w:ascii="Cambria Math" w:hAnsi="Cambria Math"/>
            <w:szCs w:val="24"/>
          </w:rPr>
          <m:t>=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E</m:t>
            </m:r>
          </m:e>
          <m:sub>
            <m:r>
              <w:rPr>
                <w:rFonts w:ascii="Cambria Math" w:hAnsi="Cambria Math"/>
                <w:szCs w:val="24"/>
              </w:rPr>
              <m:t>ext</m:t>
            </m:r>
          </m:sub>
        </m:sSub>
        <m:r>
          <w:rPr>
            <w:rFonts w:ascii="Cambria Math" w:hAnsi="Cambria Math"/>
            <w:szCs w:val="24"/>
          </w:rPr>
          <m:t xml:space="preserve"> . S .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1</m:t>
            </m:r>
          </m:sub>
        </m:sSub>
        <m:r>
          <w:rPr>
            <w:rFonts w:ascii="Cambria Math" w:hAnsi="Cambria Math"/>
            <w:szCs w:val="24"/>
          </w:rPr>
          <m:t xml:space="preserve"> . </m:t>
        </m:r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T</m:t>
            </m:r>
          </m:e>
          <m:sub>
            <m:r>
              <w:rPr>
                <w:rFonts w:ascii="Cambria Math" w:hAnsi="Cambria Math"/>
                <w:szCs w:val="24"/>
              </w:rPr>
              <m:t>2</m:t>
            </m:r>
          </m:sub>
        </m:sSub>
        <m:r>
          <w:rPr>
            <w:rFonts w:ascii="Cambria Math" w:hAnsi="Cambria Math"/>
            <w:szCs w:val="24"/>
          </w:rPr>
          <m:t xml:space="preserve"> . η</m:t>
        </m:r>
      </m:oMath>
      <w:r w:rsidR="0098715B">
        <w:rPr>
          <w:szCs w:val="24"/>
        </w:rPr>
        <w:t xml:space="preserve"> </w:t>
      </w:r>
    </w:p>
    <w:p w:rsidR="004E54C5" w:rsidRPr="004E54C5" w:rsidRDefault="00ED7558" w:rsidP="0098715B">
      <w:pPr>
        <w:spacing w:after="120" w:line="256" w:lineRule="exact"/>
        <w:ind w:left="567" w:right="4253"/>
        <w:rPr>
          <w:rFonts w:eastAsia="Arial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pacing w:val="55"/>
                <w:lang w:eastAsia="fr-FR"/>
              </w:rPr>
            </m:ctrlPr>
          </m:sSubPr>
          <m:e>
            <m:r>
              <w:rPr>
                <w:rFonts w:ascii="Cambria Math" w:hAnsi="Cambria Math"/>
                <w:spacing w:val="55"/>
              </w:rPr>
              <m:t>E</m:t>
            </m:r>
          </m:e>
          <m:sub>
            <m:r>
              <w:rPr>
                <w:rFonts w:ascii="Cambria Math" w:eastAsia="Times New Roman" w:hAnsi="Cambria Math"/>
                <w:spacing w:val="55"/>
                <w:lang w:eastAsia="fr-FR"/>
              </w:rPr>
              <m:t>ext</m:t>
            </m:r>
          </m:sub>
        </m:sSub>
        <m:r>
          <w:rPr>
            <w:rFonts w:ascii="Cambria Math" w:eastAsia="Times New Roman" w:hAnsi="Cambria Math"/>
            <w:spacing w:val="55"/>
            <w:lang w:eastAsia="fr-FR"/>
          </w:rPr>
          <m:t>=</m:t>
        </m:r>
      </m:oMath>
      <w:r w:rsidR="004E54C5">
        <w:rPr>
          <w:rFonts w:eastAsia="Arial"/>
          <w:i/>
          <w:spacing w:val="55"/>
          <w:lang w:eastAsia="fr-FR"/>
        </w:rPr>
        <w:t xml:space="preserve"> </w:t>
      </w:r>
      <w:r w:rsidR="004E54C5" w:rsidRPr="004E54C5">
        <w:rPr>
          <w:rFonts w:eastAsia="Arial"/>
          <w:i/>
          <w:spacing w:val="-1"/>
        </w:rPr>
        <w:t>L’éclairement</w:t>
      </w:r>
      <w:r w:rsidR="004E54C5" w:rsidRPr="004E54C5">
        <w:rPr>
          <w:rFonts w:eastAsia="Arial"/>
          <w:i/>
          <w:spacing w:val="15"/>
        </w:rPr>
        <w:t xml:space="preserve"> </w:t>
      </w:r>
      <w:r w:rsidR="004E54C5" w:rsidRPr="004E54C5">
        <w:rPr>
          <w:rFonts w:eastAsia="Arial"/>
          <w:i/>
          <w:spacing w:val="-1"/>
        </w:rPr>
        <w:t>extérieur</w:t>
      </w:r>
      <w:r w:rsidR="004E54C5" w:rsidRPr="004E54C5">
        <w:rPr>
          <w:rFonts w:eastAsia="Arial"/>
          <w:i/>
          <w:spacing w:val="16"/>
        </w:rPr>
        <w:t xml:space="preserve"> </w:t>
      </w:r>
      <w:r w:rsidR="004E54C5" w:rsidRPr="004E54C5">
        <w:rPr>
          <w:rFonts w:eastAsia="Arial"/>
          <w:i/>
          <w:spacing w:val="-1"/>
        </w:rPr>
        <w:t>horizontal</w:t>
      </w:r>
      <w:r w:rsidR="004E54C5" w:rsidRPr="004E54C5">
        <w:rPr>
          <w:rFonts w:eastAsia="Arial"/>
          <w:i/>
          <w:spacing w:val="27"/>
        </w:rPr>
        <w:t xml:space="preserve"> </w:t>
      </w:r>
      <w:r w:rsidR="004E54C5" w:rsidRPr="004E54C5">
        <w:rPr>
          <w:rFonts w:eastAsia="Arial"/>
          <w:i/>
          <w:spacing w:val="-1"/>
        </w:rPr>
        <w:t>global (lx).</w:t>
      </w:r>
    </w:p>
    <w:p w:rsidR="0098715B" w:rsidRDefault="0098715B" w:rsidP="0098715B">
      <w:pPr>
        <w:spacing w:after="120" w:line="256" w:lineRule="exact"/>
        <w:ind w:left="567" w:right="4253"/>
        <w:rPr>
          <w:i/>
          <w:spacing w:val="-1"/>
        </w:rPr>
      </w:pPr>
      <m:oMath>
        <m:r>
          <w:rPr>
            <w:rFonts w:ascii="Cambria Math" w:hAnsi="Cambria Math"/>
          </w:rPr>
          <m:t>S</m:t>
        </m:r>
      </m:oMath>
      <w:r>
        <w:rPr>
          <w:i/>
        </w:rPr>
        <w:t> : S</w:t>
      </w:r>
      <w:proofErr w:type="spellStart"/>
      <w:r w:rsidR="004E54C5" w:rsidRPr="004E54C5">
        <w:rPr>
          <w:rFonts w:eastAsia="Arial"/>
          <w:i/>
          <w:spacing w:val="-1"/>
        </w:rPr>
        <w:t>ection</w:t>
      </w:r>
      <w:proofErr w:type="spellEnd"/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</w:rPr>
        <w:t xml:space="preserve">du </w:t>
      </w:r>
      <w:r w:rsidR="004E54C5" w:rsidRPr="004E54C5">
        <w:rPr>
          <w:i/>
          <w:spacing w:val="-1"/>
        </w:rPr>
        <w:t>puits</w:t>
      </w:r>
      <w:r w:rsidR="004E54C5" w:rsidRPr="004E54C5">
        <w:rPr>
          <w:i/>
          <w:spacing w:val="1"/>
        </w:rPr>
        <w:t xml:space="preserve"> </w:t>
      </w:r>
      <w:r w:rsidR="004E54C5" w:rsidRPr="004E54C5">
        <w:rPr>
          <w:i/>
        </w:rPr>
        <w:t>de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lumière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(m²).</w:t>
      </w:r>
    </w:p>
    <w:p w:rsidR="004E54C5" w:rsidRPr="004E54C5" w:rsidRDefault="00ED7558" w:rsidP="0098715B">
      <w:pPr>
        <w:spacing w:after="120" w:line="256" w:lineRule="exact"/>
        <w:ind w:left="567" w:right="4253"/>
        <w:rPr>
          <w:rFonts w:eastAsia="Arial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lang w:eastAsia="fr-FR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eastAsia="Times New Roman" w:hAnsi="Cambria Math"/>
            <w:lang w:eastAsia="fr-FR"/>
          </w:rPr>
          <m:t> </m:t>
        </m:r>
      </m:oMath>
      <w:r w:rsidR="0098715B">
        <w:rPr>
          <w:rFonts w:eastAsiaTheme="minorEastAsia"/>
          <w:i/>
          <w:lang w:eastAsia="fr-FR"/>
        </w:rPr>
        <w:t>:</w:t>
      </w:r>
      <w:r w:rsidR="004E54C5" w:rsidRPr="004E54C5">
        <w:rPr>
          <w:i/>
          <w:spacing w:val="60"/>
        </w:rPr>
        <w:t xml:space="preserve"> </w:t>
      </w:r>
      <w:r w:rsidR="0098715B" w:rsidRPr="0098715B">
        <w:rPr>
          <w:rFonts w:eastAsia="Arial"/>
          <w:i/>
          <w:spacing w:val="-1"/>
        </w:rPr>
        <w:t>Fa</w:t>
      </w:r>
      <w:r w:rsidR="004E54C5" w:rsidRPr="0098715B">
        <w:rPr>
          <w:rFonts w:eastAsia="Arial"/>
          <w:i/>
          <w:spacing w:val="-1"/>
        </w:rPr>
        <w:t>cteur de transmission</w:t>
      </w:r>
      <w:r w:rsidR="004E54C5" w:rsidRPr="004E54C5">
        <w:rPr>
          <w:i/>
        </w:rPr>
        <w:t xml:space="preserve"> du</w:t>
      </w:r>
      <w:r w:rsidR="004E54C5" w:rsidRPr="004E54C5">
        <w:rPr>
          <w:i/>
          <w:spacing w:val="27"/>
        </w:rPr>
        <w:t xml:space="preserve"> </w:t>
      </w:r>
      <w:r w:rsidR="004E54C5" w:rsidRPr="004E54C5">
        <w:rPr>
          <w:i/>
          <w:spacing w:val="-1"/>
        </w:rPr>
        <w:t>collecteur</w:t>
      </w:r>
      <w:r w:rsidR="004E54C5" w:rsidRPr="004E54C5">
        <w:rPr>
          <w:i/>
          <w:spacing w:val="1"/>
        </w:rPr>
        <w:t xml:space="preserve"> </w:t>
      </w:r>
      <w:r w:rsidR="004E54C5" w:rsidRPr="004E54C5">
        <w:rPr>
          <w:i/>
        </w:rPr>
        <w:t>de</w:t>
      </w:r>
      <w:r w:rsidR="004E54C5" w:rsidRPr="004E54C5">
        <w:rPr>
          <w:i/>
          <w:spacing w:val="-2"/>
        </w:rPr>
        <w:t xml:space="preserve"> </w:t>
      </w:r>
      <w:r w:rsidR="004E54C5" w:rsidRPr="004E54C5">
        <w:rPr>
          <w:i/>
          <w:spacing w:val="-1"/>
        </w:rPr>
        <w:t>lumière (%).</w:t>
      </w:r>
    </w:p>
    <w:p w:rsidR="004E54C5" w:rsidRPr="0098715B" w:rsidRDefault="00ED7558" w:rsidP="0098715B">
      <w:pPr>
        <w:spacing w:after="120" w:line="256" w:lineRule="exact"/>
        <w:ind w:left="567" w:right="4253"/>
        <w:rPr>
          <w:rFonts w:eastAsia="Arial"/>
          <w:i/>
          <w:spacing w:val="-1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lang w:eastAsia="fr-FR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eastAsia="Times New Roman" w:hAnsi="Cambria Math"/>
            <w:lang w:eastAsia="fr-FR"/>
          </w:rPr>
          <m:t> </m:t>
        </m:r>
      </m:oMath>
      <w:r w:rsidR="0098715B">
        <w:rPr>
          <w:rFonts w:eastAsia="Arial"/>
          <w:i/>
          <w:lang w:eastAsia="fr-FR"/>
        </w:rPr>
        <w:t>:</w:t>
      </w:r>
      <w:r w:rsidR="004E54C5" w:rsidRPr="0098715B">
        <w:rPr>
          <w:rFonts w:eastAsia="Arial"/>
          <w:i/>
          <w:spacing w:val="-1"/>
        </w:rPr>
        <w:t xml:space="preserve"> </w:t>
      </w:r>
      <w:r w:rsidR="0098715B">
        <w:rPr>
          <w:rFonts w:eastAsia="Arial"/>
          <w:i/>
          <w:spacing w:val="-1"/>
        </w:rPr>
        <w:t>F</w:t>
      </w:r>
      <w:r w:rsidR="004E54C5" w:rsidRPr="0098715B">
        <w:rPr>
          <w:rFonts w:eastAsia="Arial"/>
          <w:i/>
          <w:spacing w:val="-1"/>
        </w:rPr>
        <w:t>acteur de transmission du diffuseur de lumière</w:t>
      </w:r>
      <w:r w:rsidR="0098715B">
        <w:rPr>
          <w:rFonts w:eastAsia="Arial"/>
          <w:i/>
          <w:spacing w:val="-1"/>
        </w:rPr>
        <w:t xml:space="preserve"> </w:t>
      </w:r>
      <w:r w:rsidR="004E54C5" w:rsidRPr="0098715B">
        <w:rPr>
          <w:rFonts w:eastAsia="Arial"/>
          <w:i/>
          <w:spacing w:val="-1"/>
        </w:rPr>
        <w:t>(%).</w:t>
      </w:r>
    </w:p>
    <w:p w:rsidR="004E54C5" w:rsidRPr="0098715B" w:rsidRDefault="0098715B" w:rsidP="0098715B">
      <w:pPr>
        <w:spacing w:after="60" w:line="256" w:lineRule="exact"/>
        <w:ind w:left="851" w:right="4252" w:hanging="284"/>
        <w:rPr>
          <w:rFonts w:eastAsia="Arial"/>
          <w:i/>
          <w:spacing w:val="-1"/>
        </w:rPr>
      </w:pPr>
      <m:oMath>
        <m:r>
          <w:rPr>
            <w:rFonts w:ascii="Cambria Math" w:hAnsi="Cambria Math"/>
          </w:rPr>
          <m:t>η</m:t>
        </m:r>
      </m:oMath>
      <w:r>
        <w:rPr>
          <w:rFonts w:eastAsia="Arial"/>
          <w:i/>
          <w:spacing w:val="-2"/>
          <w:w w:val="110"/>
        </w:rPr>
        <w:t xml:space="preserve"> : </w:t>
      </w:r>
      <w:r w:rsidRPr="0098715B">
        <w:rPr>
          <w:rFonts w:eastAsia="Arial"/>
          <w:i/>
          <w:spacing w:val="-1"/>
        </w:rPr>
        <w:t>R</w:t>
      </w:r>
      <w:r w:rsidR="004E54C5" w:rsidRPr="0098715B">
        <w:rPr>
          <w:rFonts w:eastAsia="Arial"/>
          <w:i/>
          <w:spacing w:val="-1"/>
        </w:rPr>
        <w:t xml:space="preserve">endement du puits dû aux réflexions multiples, fonction de la </w:t>
      </w:r>
      <w:r w:rsidR="004E54C5" w:rsidRPr="004E54C5">
        <w:rPr>
          <w:rFonts w:eastAsia="Arial"/>
          <w:i/>
          <w:spacing w:val="-1"/>
        </w:rPr>
        <w:t>longueur</w:t>
      </w:r>
      <w:r w:rsidR="004E54C5" w:rsidRPr="0098715B">
        <w:rPr>
          <w:rFonts w:eastAsia="Arial"/>
          <w:i/>
          <w:spacing w:val="-1"/>
        </w:rPr>
        <w:t xml:space="preserve"> </w:t>
      </w:r>
      <w:r w:rsidR="004E54C5" w:rsidRPr="004E54C5">
        <w:rPr>
          <w:rFonts w:eastAsia="Arial"/>
          <w:i/>
          <w:spacing w:val="-1"/>
        </w:rPr>
        <w:t>(%).</w:t>
      </w:r>
    </w:p>
    <w:p w:rsidR="0098715B" w:rsidRPr="0098715B" w:rsidRDefault="0098715B" w:rsidP="0098715B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98715B">
        <w:rPr>
          <w:rFonts w:ascii="Times New Roman" w:hAnsi="Times New Roman" w:cs="Times New Roman"/>
          <w:b w:val="0"/>
          <w:color w:val="000000"/>
        </w:rPr>
        <w:lastRenderedPageBreak/>
        <w:t>À l’aide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98715B">
        <w:rPr>
          <w:rFonts w:ascii="Times New Roman" w:hAnsi="Times New Roman" w:cs="Times New Roman"/>
          <w:b w:val="0"/>
          <w:color w:val="000000"/>
        </w:rPr>
        <w:t>3, pour un conduit de lumière de diamètre 375 mm, calcule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98715B">
        <w:rPr>
          <w:rFonts w:ascii="Times New Roman" w:hAnsi="Times New Roman" w:cs="Times New Roman"/>
          <w:b w:val="0"/>
          <w:color w:val="000000"/>
        </w:rPr>
        <w:t xml:space="preserve"> le flux lumineux qui sera transmis à l’intérieur du séjour. </w:t>
      </w:r>
      <w:r w:rsidR="007B7DC5">
        <w:rPr>
          <w:rFonts w:ascii="Times New Roman" w:hAnsi="Times New Roman" w:cs="Times New Roman"/>
          <w:b w:val="0"/>
          <w:color w:val="000000"/>
        </w:rPr>
        <w:t>Détaillez votre calcul !</w:t>
      </w:r>
    </w:p>
    <w:p w:rsidR="004E54C5" w:rsidRDefault="004E54C5" w:rsidP="005C0A2E">
      <w:pPr>
        <w:tabs>
          <w:tab w:val="left" w:pos="1701"/>
        </w:tabs>
        <w:spacing w:after="60"/>
        <w:ind w:left="567"/>
        <w:rPr>
          <w:rFonts w:ascii="Cambria Math" w:eastAsiaTheme="minorEastAsia" w:hAnsi="Cambria Math"/>
          <w:b/>
          <w:color w:val="FF0000"/>
        </w:rPr>
      </w:pPr>
    </w:p>
    <w:p w:rsidR="00C01A01" w:rsidRDefault="00C01A01" w:rsidP="005C0A2E">
      <w:pPr>
        <w:tabs>
          <w:tab w:val="left" w:pos="1701"/>
        </w:tabs>
        <w:spacing w:after="60"/>
        <w:ind w:left="567"/>
        <w:rPr>
          <w:rFonts w:ascii="Cambria Math" w:eastAsiaTheme="minorEastAsia" w:hAnsi="Cambria Math"/>
          <w:b/>
          <w:color w:val="FF0000"/>
        </w:rPr>
      </w:pPr>
    </w:p>
    <w:p w:rsidR="00C01A01" w:rsidRDefault="00C01A01" w:rsidP="005C0A2E">
      <w:pPr>
        <w:tabs>
          <w:tab w:val="left" w:pos="1701"/>
        </w:tabs>
        <w:spacing w:after="60"/>
        <w:ind w:left="567"/>
        <w:rPr>
          <w:rFonts w:ascii="Cambria Math" w:eastAsiaTheme="minorEastAsia" w:hAnsi="Cambria Math"/>
          <w:b/>
          <w:color w:val="FF0000"/>
        </w:rPr>
      </w:pPr>
    </w:p>
    <w:p w:rsidR="00C01A01" w:rsidRDefault="00C01A01" w:rsidP="005C0A2E">
      <w:pPr>
        <w:tabs>
          <w:tab w:val="left" w:pos="1701"/>
        </w:tabs>
        <w:spacing w:after="60"/>
        <w:ind w:left="567"/>
        <w:rPr>
          <w:rFonts w:ascii="Cambria Math" w:eastAsiaTheme="minorEastAsia" w:hAnsi="Cambria Math"/>
          <w:b/>
          <w:color w:val="FF0000"/>
        </w:rPr>
      </w:pPr>
    </w:p>
    <w:p w:rsidR="00C01A01" w:rsidRPr="00684964" w:rsidRDefault="00C01A01" w:rsidP="005C0A2E">
      <w:pPr>
        <w:tabs>
          <w:tab w:val="left" w:pos="1701"/>
        </w:tabs>
        <w:spacing w:after="60"/>
        <w:ind w:left="567"/>
      </w:pPr>
    </w:p>
    <w:p w:rsidR="00680325" w:rsidRPr="00680325" w:rsidRDefault="008B3F24" w:rsidP="008B3F24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8B3F24">
        <w:rPr>
          <w:rFonts w:ascii="Times New Roman" w:hAnsi="Times New Roman" w:cs="Times New Roman"/>
          <w:b w:val="0"/>
          <w:color w:val="000000"/>
        </w:rPr>
        <w:t>La figure 2 du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8B3F24">
        <w:rPr>
          <w:rFonts w:ascii="Times New Roman" w:hAnsi="Times New Roman" w:cs="Times New Roman"/>
          <w:b w:val="0"/>
          <w:color w:val="000000"/>
        </w:rPr>
        <w:t>1 représente la nouvelle répartition du facteur de lumière avec la mise en place de deux conduits de lumière. Justifie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8B3F24">
        <w:rPr>
          <w:rFonts w:ascii="Times New Roman" w:hAnsi="Times New Roman" w:cs="Times New Roman"/>
          <w:b w:val="0"/>
          <w:color w:val="000000"/>
        </w:rPr>
        <w:t xml:space="preserve"> si le choix de deux conduits permet réellement de résoudre le problème</w:t>
      </w:r>
      <w:r w:rsidR="00680325" w:rsidRPr="00680325">
        <w:rPr>
          <w:rFonts w:ascii="Times New Roman" w:hAnsi="Times New Roman" w:cs="Times New Roman"/>
          <w:b w:val="0"/>
          <w:color w:val="000000"/>
        </w:rPr>
        <w:t>.</w:t>
      </w:r>
    </w:p>
    <w:p w:rsidR="00590DD7" w:rsidRDefault="00590DD7" w:rsidP="008B3F24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8B3F24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8B3F24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C01A01" w:rsidRDefault="00C01A01" w:rsidP="008B3F24">
      <w:pPr>
        <w:tabs>
          <w:tab w:val="left" w:pos="1701"/>
        </w:tabs>
        <w:spacing w:after="60"/>
        <w:ind w:left="567"/>
        <w:rPr>
          <w:b/>
          <w:color w:val="FF0000"/>
        </w:rPr>
      </w:pPr>
    </w:p>
    <w:p w:rsidR="008B3F24" w:rsidRDefault="008B3F24" w:rsidP="008B3F24"/>
    <w:p w:rsidR="00647B93" w:rsidRPr="00647B93" w:rsidRDefault="00647B93" w:rsidP="00647B93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647B93">
        <w:rPr>
          <w:rFonts w:ascii="Times New Roman" w:hAnsi="Times New Roman" w:cs="Times New Roman"/>
          <w:b w:val="0"/>
          <w:color w:val="000000"/>
        </w:rPr>
        <w:t>À l’aide des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647B93">
        <w:rPr>
          <w:rFonts w:ascii="Times New Roman" w:hAnsi="Times New Roman" w:cs="Times New Roman"/>
          <w:b w:val="0"/>
          <w:color w:val="000000"/>
        </w:rPr>
        <w:t>4 et DT</w:t>
      </w:r>
      <w:r>
        <w:rPr>
          <w:rFonts w:ascii="Times New Roman" w:hAnsi="Times New Roman" w:cs="Times New Roman"/>
          <w:b w:val="0"/>
          <w:color w:val="000000"/>
        </w:rPr>
        <w:t xml:space="preserve"> </w:t>
      </w:r>
      <w:r w:rsidRPr="00647B93">
        <w:rPr>
          <w:rFonts w:ascii="Times New Roman" w:hAnsi="Times New Roman" w:cs="Times New Roman"/>
          <w:b w:val="0"/>
          <w:color w:val="000000"/>
        </w:rPr>
        <w:t>5, analyse</w:t>
      </w:r>
      <w:r>
        <w:rPr>
          <w:rFonts w:ascii="Times New Roman" w:hAnsi="Times New Roman" w:cs="Times New Roman"/>
          <w:b w:val="0"/>
          <w:color w:val="000000"/>
        </w:rPr>
        <w:t>z et conclu</w:t>
      </w:r>
      <w:r w:rsidRPr="00647B93">
        <w:rPr>
          <w:rFonts w:ascii="Times New Roman" w:hAnsi="Times New Roman" w:cs="Times New Roman"/>
          <w:b w:val="0"/>
          <w:color w:val="000000"/>
        </w:rPr>
        <w:t>e</w:t>
      </w:r>
      <w:r>
        <w:rPr>
          <w:rFonts w:ascii="Times New Roman" w:hAnsi="Times New Roman" w:cs="Times New Roman"/>
          <w:b w:val="0"/>
          <w:color w:val="000000"/>
        </w:rPr>
        <w:t>z</w:t>
      </w:r>
      <w:r w:rsidRPr="00647B93">
        <w:rPr>
          <w:rFonts w:ascii="Times New Roman" w:hAnsi="Times New Roman" w:cs="Times New Roman"/>
          <w:b w:val="0"/>
          <w:color w:val="000000"/>
        </w:rPr>
        <w:t xml:space="preserve"> sur les conséquences de la mise en place des deux conduits de lumière sur toute l’année.</w:t>
      </w:r>
    </w:p>
    <w:p w:rsidR="00680325" w:rsidRDefault="00680325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C01A01" w:rsidRDefault="00C01A01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C01A01" w:rsidRDefault="00C01A01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C01A01" w:rsidRDefault="00C01A01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C01A01" w:rsidRDefault="00C01A01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C01A01" w:rsidRDefault="00C01A01" w:rsidP="00D85190">
      <w:pPr>
        <w:tabs>
          <w:tab w:val="left" w:pos="993"/>
        </w:tabs>
        <w:spacing w:after="60"/>
        <w:ind w:left="709" w:right="-143"/>
        <w:rPr>
          <w:rFonts w:eastAsiaTheme="minorEastAsia"/>
          <w:b/>
          <w:color w:val="FF0000"/>
        </w:rPr>
      </w:pPr>
    </w:p>
    <w:p w:rsidR="00D85190" w:rsidRDefault="00D85190" w:rsidP="00D85190"/>
    <w:p w:rsidR="00E3127D" w:rsidRDefault="00E3127D" w:rsidP="00E3127D">
      <w:r>
        <w:t xml:space="preserve">Nous considérerons pour cette étude que le </w:t>
      </w:r>
      <w:r w:rsidRPr="00694391">
        <w:rPr>
          <w:b/>
        </w:rPr>
        <w:t>prix du kWh</w:t>
      </w:r>
      <w:r>
        <w:t xml:space="preserve"> est de </w:t>
      </w:r>
      <w:r w:rsidRPr="00694391">
        <w:rPr>
          <w:b/>
        </w:rPr>
        <w:t xml:space="preserve">0,1467 </w:t>
      </w:r>
      <w:r w:rsidRPr="006F58BD">
        <w:t>€</w:t>
      </w:r>
      <w:r>
        <w:t>.</w:t>
      </w:r>
    </w:p>
    <w:p w:rsidR="00E3127D" w:rsidRDefault="00E3127D" w:rsidP="00D85190"/>
    <w:p w:rsidR="00E3127D" w:rsidRPr="00E3127D" w:rsidRDefault="007B7DC5" w:rsidP="00E3127D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En admettant que la consommation d’énergie due à l’installation des puits de lumière soit passée de 51 kWh à 34 kWh, c</w:t>
      </w:r>
      <w:r w:rsidR="00E3127D" w:rsidRPr="00E3127D">
        <w:rPr>
          <w:rFonts w:ascii="Times New Roman" w:hAnsi="Times New Roman" w:cs="Times New Roman"/>
          <w:b w:val="0"/>
          <w:color w:val="000000"/>
        </w:rPr>
        <w:t xml:space="preserve">alculez </w:t>
      </w:r>
      <w:r w:rsidR="00E3127D">
        <w:rPr>
          <w:rFonts w:ascii="Times New Roman" w:hAnsi="Times New Roman" w:cs="Times New Roman"/>
          <w:b w:val="0"/>
          <w:color w:val="000000"/>
        </w:rPr>
        <w:t>l’économie</w:t>
      </w:r>
      <w:r w:rsidR="00E3127D" w:rsidRPr="00E3127D">
        <w:rPr>
          <w:rFonts w:ascii="Times New Roman" w:hAnsi="Times New Roman" w:cs="Times New Roman"/>
          <w:b w:val="0"/>
          <w:color w:val="000000"/>
        </w:rPr>
        <w:t xml:space="preserve"> annuelle</w:t>
      </w:r>
      <w:r w:rsidR="00E3127D">
        <w:rPr>
          <w:rFonts w:ascii="Times New Roman" w:hAnsi="Times New Roman" w:cs="Times New Roman"/>
          <w:b w:val="0"/>
          <w:color w:val="000000"/>
        </w:rPr>
        <w:t xml:space="preserve"> d’é</w:t>
      </w:r>
      <w:r w:rsidR="00FB0EF7">
        <w:rPr>
          <w:rFonts w:ascii="Times New Roman" w:hAnsi="Times New Roman" w:cs="Times New Roman"/>
          <w:b w:val="0"/>
          <w:color w:val="000000"/>
        </w:rPr>
        <w:t>nergie</w:t>
      </w:r>
      <w:r w:rsidR="00E3127D">
        <w:rPr>
          <w:rFonts w:ascii="Times New Roman" w:hAnsi="Times New Roman" w:cs="Times New Roman"/>
          <w:b w:val="0"/>
          <w:color w:val="000000"/>
        </w:rPr>
        <w:t xml:space="preserve"> avec la pose de deux puits de lumière</w:t>
      </w:r>
      <w:r w:rsidR="00E3127D" w:rsidRPr="00E3127D">
        <w:rPr>
          <w:rFonts w:ascii="Times New Roman" w:hAnsi="Times New Roman" w:cs="Times New Roman"/>
          <w:b w:val="0"/>
          <w:color w:val="000000"/>
        </w:rPr>
        <w:t>.</w:t>
      </w:r>
    </w:p>
    <w:p w:rsidR="00E3127D" w:rsidRDefault="00E3127D" w:rsidP="00E3127D">
      <w:pPr>
        <w:spacing w:after="60"/>
        <w:ind w:left="567"/>
        <w:rPr>
          <w:b/>
          <w:color w:val="FF0000"/>
        </w:rPr>
      </w:pPr>
    </w:p>
    <w:p w:rsidR="00C01A01" w:rsidRDefault="00C01A01" w:rsidP="00E3127D">
      <w:pPr>
        <w:spacing w:after="60"/>
        <w:ind w:left="567"/>
        <w:rPr>
          <w:b/>
          <w:color w:val="FF0000"/>
        </w:rPr>
      </w:pPr>
    </w:p>
    <w:p w:rsidR="00C01A01" w:rsidRDefault="00C01A01" w:rsidP="00E3127D">
      <w:pPr>
        <w:spacing w:after="60"/>
        <w:ind w:left="567"/>
        <w:rPr>
          <w:b/>
          <w:color w:val="FF0000"/>
        </w:rPr>
      </w:pPr>
    </w:p>
    <w:p w:rsidR="00C01A01" w:rsidRPr="00E3127D" w:rsidRDefault="00C01A01" w:rsidP="00E3127D">
      <w:pPr>
        <w:spacing w:after="60"/>
        <w:ind w:left="567"/>
        <w:rPr>
          <w:b/>
          <w:color w:val="FF0000"/>
        </w:rPr>
      </w:pPr>
    </w:p>
    <w:p w:rsidR="007B7DC5" w:rsidRDefault="007B7DC5" w:rsidP="00D85190"/>
    <w:p w:rsidR="00FB0EF7" w:rsidRDefault="00FB0EF7" w:rsidP="00D85190">
      <w:r>
        <w:t>Le prix moyen d’achat d’un puit de lumière 1</w:t>
      </w:r>
      <w:r w:rsidRPr="00FB0EF7">
        <w:rPr>
          <w:vertAlign w:val="superscript"/>
        </w:rPr>
        <w:t>er</w:t>
      </w:r>
      <w:r>
        <w:t xml:space="preserve"> prix est d’environ 700 €. Le prix moyen de pose d’un puit de lumière est d’environ 400 €.</w:t>
      </w:r>
    </w:p>
    <w:p w:rsidR="00FB0EF7" w:rsidRDefault="00FB0EF7" w:rsidP="00D85190"/>
    <w:p w:rsidR="00FB0EF7" w:rsidRDefault="008E2E7C" w:rsidP="00FB0EF7">
      <w:pPr>
        <w:pStyle w:val="Paragraphedeliste"/>
        <w:numPr>
          <w:ilvl w:val="1"/>
          <w:numId w:val="26"/>
        </w:numPr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7B7DC5">
        <w:rPr>
          <w:rFonts w:ascii="Times New Roman" w:hAnsi="Times New Roman" w:cs="Times New Roman"/>
          <w:b w:val="0"/>
          <w:color w:val="000000"/>
        </w:rPr>
        <w:t>Calculez le retour sur investissement puis c</w:t>
      </w:r>
      <w:r w:rsidR="00FB0EF7" w:rsidRPr="007B7DC5">
        <w:rPr>
          <w:rFonts w:ascii="Times New Roman" w:hAnsi="Times New Roman" w:cs="Times New Roman"/>
          <w:b w:val="0"/>
          <w:color w:val="000000"/>
        </w:rPr>
        <w:t xml:space="preserve">oncluez </w:t>
      </w:r>
      <w:r w:rsidR="00FB0EF7" w:rsidRPr="00FB0EF7">
        <w:rPr>
          <w:rFonts w:ascii="Times New Roman" w:hAnsi="Times New Roman" w:cs="Times New Roman"/>
          <w:b w:val="0"/>
          <w:color w:val="000000"/>
        </w:rPr>
        <w:t>sur l’intérêt de l’i</w:t>
      </w:r>
      <w:r>
        <w:rPr>
          <w:rFonts w:ascii="Times New Roman" w:hAnsi="Times New Roman" w:cs="Times New Roman"/>
          <w:b w:val="0"/>
          <w:color w:val="000000"/>
        </w:rPr>
        <w:t>nstallation de puits de lumière</w:t>
      </w:r>
      <w:r w:rsidR="007116E8">
        <w:rPr>
          <w:rFonts w:ascii="Times New Roman" w:hAnsi="Times New Roman" w:cs="Times New Roman"/>
          <w:b w:val="0"/>
          <w:color w:val="000000"/>
        </w:rPr>
        <w:t xml:space="preserve"> </w:t>
      </w:r>
      <w:r w:rsidR="007116E8" w:rsidRPr="007B7DC5">
        <w:rPr>
          <w:rFonts w:ascii="Times New Roman" w:hAnsi="Times New Roman" w:cs="Times New Roman"/>
          <w:b w:val="0"/>
          <w:color w:val="000000"/>
        </w:rPr>
        <w:t>d'un point de vu développement durable</w:t>
      </w:r>
      <w:r w:rsidRPr="007B7DC5">
        <w:rPr>
          <w:rFonts w:ascii="Times New Roman" w:hAnsi="Times New Roman" w:cs="Times New Roman"/>
          <w:b w:val="0"/>
          <w:color w:val="000000"/>
        </w:rPr>
        <w:t>.</w:t>
      </w: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p w:rsidR="00C01A01" w:rsidRPr="00C01A01" w:rsidRDefault="00C01A01" w:rsidP="00C01A01">
      <w:pPr>
        <w:spacing w:after="60"/>
        <w:ind w:left="567"/>
        <w:rPr>
          <w:b/>
          <w:color w:val="FF0000"/>
        </w:rPr>
      </w:pPr>
    </w:p>
    <w:sectPr w:rsidR="00C01A01" w:rsidRPr="00C01A01" w:rsidSect="00E06671">
      <w:footerReference w:type="default" r:id="rId13"/>
      <w:footerReference w:type="first" r:id="rId14"/>
      <w:pgSz w:w="11906" w:h="16838"/>
      <w:pgMar w:top="567" w:right="566" w:bottom="709" w:left="85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558" w:rsidRDefault="00ED7558" w:rsidP="00F53254">
      <w:r>
        <w:separator/>
      </w:r>
    </w:p>
  </w:endnote>
  <w:endnote w:type="continuationSeparator" w:id="0">
    <w:p w:rsidR="00ED7558" w:rsidRDefault="00ED7558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mandine">
    <w:charset w:val="00"/>
    <w:family w:val="auto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D76" w:rsidRDefault="003510A9" w:rsidP="005C0A2E">
    <w:pPr>
      <w:tabs>
        <w:tab w:val="center" w:pos="5220"/>
        <w:tab w:val="left" w:pos="9639"/>
      </w:tabs>
      <w:jc w:val="left"/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 w:rsidR="007F0852">
      <w:rPr>
        <w:sz w:val="20"/>
        <w:szCs w:val="20"/>
      </w:rPr>
      <w:t>2</w:t>
    </w:r>
    <w:r w:rsidR="005C0A2E">
      <w:rPr>
        <w:sz w:val="20"/>
        <w:szCs w:val="20"/>
      </w:rPr>
      <w:t> :</w:t>
    </w:r>
    <w:r>
      <w:rPr>
        <w:sz w:val="20"/>
        <w:szCs w:val="20"/>
      </w:rPr>
      <w:t xml:space="preserve"> </w:t>
    </w:r>
    <w:r w:rsidR="007F0852">
      <w:rPr>
        <w:sz w:val="20"/>
        <w:szCs w:val="20"/>
      </w:rPr>
      <w:t>F</w:t>
    </w:r>
    <w:r w:rsidR="007F0852" w:rsidRPr="007F0852">
      <w:rPr>
        <w:sz w:val="20"/>
        <w:szCs w:val="20"/>
      </w:rPr>
      <w:t>acteur lumière du jour</w:t>
    </w:r>
    <w:r>
      <w:rPr>
        <w:sz w:val="20"/>
        <w:szCs w:val="20"/>
      </w:rPr>
      <w:tab/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39724638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74036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74036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0A9" w:rsidRPr="00794FF9" w:rsidRDefault="003510A9" w:rsidP="006F3ED2">
    <w:pPr>
      <w:tabs>
        <w:tab w:val="left" w:pos="5103"/>
        <w:tab w:val="left" w:pos="9639"/>
      </w:tabs>
      <w:jc w:val="left"/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SÉANCE</w:t>
    </w:r>
    <w:r w:rsidRPr="006F3ED2">
      <w:rPr>
        <w:sz w:val="20"/>
        <w:szCs w:val="20"/>
      </w:rPr>
      <w:t xml:space="preserve"> 1</w:t>
    </w:r>
    <w:r>
      <w:rPr>
        <w:sz w:val="20"/>
        <w:szCs w:val="20"/>
      </w:rPr>
      <w:t xml:space="preserve"> : </w:t>
    </w:r>
    <w:r w:rsidRPr="00B27C56">
      <w:rPr>
        <w:sz w:val="20"/>
        <w:szCs w:val="20"/>
      </w:rPr>
      <w:t>Présentation du développement durable</w:t>
    </w:r>
    <w:r>
      <w:rPr>
        <w:sz w:val="20"/>
        <w:szCs w:val="20"/>
      </w:rPr>
      <w:t xml:space="preserve">          </w:t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3</w:t>
    </w:r>
    <w:r w:rsidRPr="008F3E55">
      <w:rPr>
        <w:b/>
        <w:sz w:val="20"/>
        <w:szCs w:val="20"/>
      </w:rPr>
      <w:t xml:space="preserve"> : </w:t>
    </w:r>
    <w:r w:rsidRPr="00B27C56">
      <w:rPr>
        <w:b/>
        <w:sz w:val="20"/>
        <w:szCs w:val="20"/>
      </w:rPr>
      <w:t>Développement durable</w:t>
    </w:r>
    <w:r w:rsidRPr="008F3E55">
      <w:rPr>
        <w:b/>
        <w:sz w:val="20"/>
        <w:szCs w:val="20"/>
      </w:rPr>
      <w:t xml:space="preserve"> -</w:t>
    </w:r>
    <w:r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Pr="00794FF9">
          <w:rPr>
            <w:rFonts w:eastAsia="Times New Roman"/>
            <w:sz w:val="20"/>
            <w:szCs w:val="20"/>
            <w:lang w:eastAsia="fr-FR"/>
          </w:rPr>
          <w:t>/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174036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  <w:p w:rsidR="00A04D76" w:rsidRDefault="00A04D7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558" w:rsidRDefault="00ED7558" w:rsidP="00F53254">
      <w:r>
        <w:separator/>
      </w:r>
    </w:p>
  </w:footnote>
  <w:footnote w:type="continuationSeparator" w:id="0">
    <w:p w:rsidR="00ED7558" w:rsidRDefault="00ED7558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art6F"/>
      </v:shape>
    </w:pict>
  </w:numPicBullet>
  <w:abstractNum w:abstractNumId="0" w15:restartNumberingAfterBreak="0">
    <w:nsid w:val="038827A4"/>
    <w:multiLevelType w:val="hybridMultilevel"/>
    <w:tmpl w:val="3CFE60E6"/>
    <w:lvl w:ilvl="0" w:tplc="6BD43BB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449D6"/>
    <w:multiLevelType w:val="hybridMultilevel"/>
    <w:tmpl w:val="A47A77E6"/>
    <w:lvl w:ilvl="0" w:tplc="689494D0">
      <w:start w:val="1"/>
      <w:numFmt w:val="bullet"/>
      <w:lvlText w:val=""/>
      <w:lvlJc w:val="left"/>
      <w:pPr>
        <w:ind w:left="1571" w:hanging="360"/>
      </w:pPr>
      <w:rPr>
        <w:rFonts w:ascii="Wingdings 3" w:hAnsi="Wingdings 3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83B5F20"/>
    <w:multiLevelType w:val="hybridMultilevel"/>
    <w:tmpl w:val="188C14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22829"/>
    <w:multiLevelType w:val="hybridMultilevel"/>
    <w:tmpl w:val="383E20EA"/>
    <w:lvl w:ilvl="0" w:tplc="D1041808">
      <w:start w:val="1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D7F25"/>
    <w:multiLevelType w:val="hybridMultilevel"/>
    <w:tmpl w:val="51628498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22888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35764"/>
    <w:multiLevelType w:val="hybridMultilevel"/>
    <w:tmpl w:val="65F0120E"/>
    <w:lvl w:ilvl="0" w:tplc="5F501D6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AC397C"/>
    <w:multiLevelType w:val="hybridMultilevel"/>
    <w:tmpl w:val="1DCEAC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1E71"/>
    <w:multiLevelType w:val="multilevel"/>
    <w:tmpl w:val="A6FC82A8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50DAF"/>
    <w:multiLevelType w:val="hybridMultilevel"/>
    <w:tmpl w:val="6A20CC72"/>
    <w:lvl w:ilvl="0" w:tplc="509E5574">
      <w:start w:val="1"/>
      <w:numFmt w:val="bullet"/>
      <w:lvlText w:val="­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0EB08BB"/>
    <w:multiLevelType w:val="hybridMultilevel"/>
    <w:tmpl w:val="9D1E0B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D1481"/>
    <w:multiLevelType w:val="hybridMultilevel"/>
    <w:tmpl w:val="58624056"/>
    <w:lvl w:ilvl="0" w:tplc="5A84F090">
      <w:start w:val="1"/>
      <w:numFmt w:val="decimal"/>
      <w:lvlText w:val="Q%1 :"/>
      <w:lvlJc w:val="left"/>
      <w:pPr>
        <w:ind w:left="1794" w:hanging="360"/>
      </w:pPr>
      <w:rPr>
        <w:rFonts w:hint="default"/>
      </w:rPr>
    </w:lvl>
    <w:lvl w:ilvl="1" w:tplc="9050FADC">
      <w:start w:val="1"/>
      <w:numFmt w:val="decimal"/>
      <w:lvlText w:val="Q%2 :"/>
      <w:lvlJc w:val="left"/>
      <w:pPr>
        <w:ind w:left="1440" w:hanging="360"/>
      </w:pPr>
      <w:rPr>
        <w:rFonts w:hint="default"/>
        <w:b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B2619"/>
    <w:multiLevelType w:val="hybridMultilevel"/>
    <w:tmpl w:val="A3D4A254"/>
    <w:lvl w:ilvl="0" w:tplc="9BFC8D50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F438B"/>
    <w:multiLevelType w:val="hybridMultilevel"/>
    <w:tmpl w:val="DE200906"/>
    <w:lvl w:ilvl="0" w:tplc="7410242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54CDF"/>
    <w:multiLevelType w:val="hybridMultilevel"/>
    <w:tmpl w:val="DA4C18A0"/>
    <w:lvl w:ilvl="0" w:tplc="AA1C96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C2FEE"/>
    <w:multiLevelType w:val="hybridMultilevel"/>
    <w:tmpl w:val="ED4617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84644F"/>
    <w:multiLevelType w:val="hybridMultilevel"/>
    <w:tmpl w:val="E7067890"/>
    <w:lvl w:ilvl="0" w:tplc="040C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7" w15:restartNumberingAfterBreak="0">
    <w:nsid w:val="3600695E"/>
    <w:multiLevelType w:val="hybridMultilevel"/>
    <w:tmpl w:val="659ED0C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EDBD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C86B0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36AE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7610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6169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BA36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1CD4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D641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516251B5"/>
    <w:multiLevelType w:val="hybridMultilevel"/>
    <w:tmpl w:val="4F4C7A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1E5B28">
      <w:numFmt w:val="bullet"/>
      <w:lvlText w:val="-"/>
      <w:lvlJc w:val="left"/>
      <w:pPr>
        <w:ind w:left="2160" w:hanging="360"/>
      </w:pPr>
      <w:rPr>
        <w:rFonts w:ascii="Amandine" w:eastAsia="Calibri" w:hAnsi="Amandine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74AE4"/>
    <w:multiLevelType w:val="hybridMultilevel"/>
    <w:tmpl w:val="99781ECC"/>
    <w:lvl w:ilvl="0" w:tplc="509E557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87424"/>
    <w:multiLevelType w:val="hybridMultilevel"/>
    <w:tmpl w:val="EB50ED56"/>
    <w:lvl w:ilvl="0" w:tplc="DBDC3CFC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27F8E"/>
    <w:multiLevelType w:val="hybridMultilevel"/>
    <w:tmpl w:val="9AF8B6D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A544A"/>
    <w:multiLevelType w:val="hybridMultilevel"/>
    <w:tmpl w:val="CD40C3E2"/>
    <w:lvl w:ilvl="0" w:tplc="553EBC80">
      <w:start w:val="1"/>
      <w:numFmt w:val="bullet"/>
      <w:lvlText w:val="-"/>
      <w:lvlJc w:val="left"/>
      <w:pPr>
        <w:ind w:left="1801" w:hanging="360"/>
      </w:pPr>
      <w:rPr>
        <w:rFonts w:ascii="Arial" w:eastAsia="Arial" w:hAnsi="Arial" w:hint="default"/>
        <w:sz w:val="22"/>
        <w:szCs w:val="22"/>
      </w:rPr>
    </w:lvl>
    <w:lvl w:ilvl="1" w:tplc="2460BEB0">
      <w:start w:val="1"/>
      <w:numFmt w:val="bullet"/>
      <w:lvlText w:val="•"/>
      <w:lvlJc w:val="left"/>
      <w:pPr>
        <w:ind w:left="2731" w:hanging="360"/>
      </w:pPr>
      <w:rPr>
        <w:rFonts w:hint="default"/>
      </w:rPr>
    </w:lvl>
    <w:lvl w:ilvl="2" w:tplc="00E80E84">
      <w:start w:val="1"/>
      <w:numFmt w:val="bullet"/>
      <w:lvlText w:val="•"/>
      <w:lvlJc w:val="left"/>
      <w:pPr>
        <w:ind w:left="3661" w:hanging="360"/>
      </w:pPr>
      <w:rPr>
        <w:rFonts w:hint="default"/>
      </w:rPr>
    </w:lvl>
    <w:lvl w:ilvl="3" w:tplc="241E0B18">
      <w:start w:val="1"/>
      <w:numFmt w:val="bullet"/>
      <w:lvlText w:val="•"/>
      <w:lvlJc w:val="left"/>
      <w:pPr>
        <w:ind w:left="4591" w:hanging="360"/>
      </w:pPr>
      <w:rPr>
        <w:rFonts w:hint="default"/>
      </w:rPr>
    </w:lvl>
    <w:lvl w:ilvl="4" w:tplc="FFA61068">
      <w:start w:val="1"/>
      <w:numFmt w:val="bullet"/>
      <w:lvlText w:val="•"/>
      <w:lvlJc w:val="left"/>
      <w:pPr>
        <w:ind w:left="5521" w:hanging="360"/>
      </w:pPr>
      <w:rPr>
        <w:rFonts w:hint="default"/>
      </w:rPr>
    </w:lvl>
    <w:lvl w:ilvl="5" w:tplc="AAD8C260">
      <w:start w:val="1"/>
      <w:numFmt w:val="bullet"/>
      <w:lvlText w:val="•"/>
      <w:lvlJc w:val="left"/>
      <w:pPr>
        <w:ind w:left="6451" w:hanging="360"/>
      </w:pPr>
      <w:rPr>
        <w:rFonts w:hint="default"/>
      </w:rPr>
    </w:lvl>
    <w:lvl w:ilvl="6" w:tplc="7EE23E02">
      <w:start w:val="1"/>
      <w:numFmt w:val="bullet"/>
      <w:lvlText w:val="•"/>
      <w:lvlJc w:val="left"/>
      <w:pPr>
        <w:ind w:left="7381" w:hanging="360"/>
      </w:pPr>
      <w:rPr>
        <w:rFonts w:hint="default"/>
      </w:rPr>
    </w:lvl>
    <w:lvl w:ilvl="7" w:tplc="629C7420">
      <w:start w:val="1"/>
      <w:numFmt w:val="bullet"/>
      <w:lvlText w:val="•"/>
      <w:lvlJc w:val="left"/>
      <w:pPr>
        <w:ind w:left="8311" w:hanging="360"/>
      </w:pPr>
      <w:rPr>
        <w:rFonts w:hint="default"/>
      </w:rPr>
    </w:lvl>
    <w:lvl w:ilvl="8" w:tplc="6F56A7E6">
      <w:start w:val="1"/>
      <w:numFmt w:val="bullet"/>
      <w:lvlText w:val="•"/>
      <w:lvlJc w:val="left"/>
      <w:pPr>
        <w:ind w:left="9241" w:hanging="360"/>
      </w:pPr>
      <w:rPr>
        <w:rFonts w:hint="default"/>
      </w:rPr>
    </w:lvl>
  </w:abstractNum>
  <w:abstractNum w:abstractNumId="23" w15:restartNumberingAfterBreak="0">
    <w:nsid w:val="68957554"/>
    <w:multiLevelType w:val="hybridMultilevel"/>
    <w:tmpl w:val="B83E9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43404"/>
    <w:multiLevelType w:val="hybridMultilevel"/>
    <w:tmpl w:val="6FB85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3179D2"/>
    <w:multiLevelType w:val="hybridMultilevel"/>
    <w:tmpl w:val="67B05A0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50CC8"/>
    <w:multiLevelType w:val="hybridMultilevel"/>
    <w:tmpl w:val="A99C51FC"/>
    <w:lvl w:ilvl="0" w:tplc="B1965BB6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DE5D85"/>
    <w:multiLevelType w:val="hybridMultilevel"/>
    <w:tmpl w:val="A0704FC6"/>
    <w:lvl w:ilvl="0" w:tplc="0DD8577C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D1FE8AE4">
      <w:start w:val="1"/>
      <w:numFmt w:val="bullet"/>
      <w:lvlText w:val=""/>
      <w:lvlJc w:val="left"/>
      <w:pPr>
        <w:ind w:left="1440" w:hanging="360"/>
      </w:pPr>
      <w:rPr>
        <w:rFonts w:ascii="Wingdings 3" w:hAnsi="Wingdings 3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16"/>
  </w:num>
  <w:num w:numId="4">
    <w:abstractNumId w:val="12"/>
  </w:num>
  <w:num w:numId="5">
    <w:abstractNumId w:val="18"/>
  </w:num>
  <w:num w:numId="6">
    <w:abstractNumId w:val="28"/>
  </w:num>
  <w:num w:numId="7">
    <w:abstractNumId w:val="25"/>
  </w:num>
  <w:num w:numId="8">
    <w:abstractNumId w:val="1"/>
  </w:num>
  <w:num w:numId="9">
    <w:abstractNumId w:val="6"/>
  </w:num>
  <w:num w:numId="10">
    <w:abstractNumId w:val="26"/>
  </w:num>
  <w:num w:numId="11">
    <w:abstractNumId w:val="23"/>
  </w:num>
  <w:num w:numId="12">
    <w:abstractNumId w:val="10"/>
  </w:num>
  <w:num w:numId="13">
    <w:abstractNumId w:val="26"/>
  </w:num>
  <w:num w:numId="14">
    <w:abstractNumId w:val="26"/>
  </w:num>
  <w:num w:numId="15">
    <w:abstractNumId w:val="26"/>
  </w:num>
  <w:num w:numId="16">
    <w:abstractNumId w:val="24"/>
  </w:num>
  <w:num w:numId="17">
    <w:abstractNumId w:val="7"/>
  </w:num>
  <w:num w:numId="18">
    <w:abstractNumId w:val="0"/>
  </w:num>
  <w:num w:numId="19">
    <w:abstractNumId w:val="26"/>
  </w:num>
  <w:num w:numId="20">
    <w:abstractNumId w:val="26"/>
  </w:num>
  <w:num w:numId="21">
    <w:abstractNumId w:val="26"/>
  </w:num>
  <w:num w:numId="22">
    <w:abstractNumId w:val="26"/>
  </w:num>
  <w:num w:numId="23">
    <w:abstractNumId w:val="17"/>
  </w:num>
  <w:num w:numId="24">
    <w:abstractNumId w:val="2"/>
  </w:num>
  <w:num w:numId="25">
    <w:abstractNumId w:val="13"/>
  </w:num>
  <w:num w:numId="26">
    <w:abstractNumId w:val="11"/>
  </w:num>
  <w:num w:numId="27">
    <w:abstractNumId w:val="26"/>
  </w:num>
  <w:num w:numId="28">
    <w:abstractNumId w:val="26"/>
  </w:num>
  <w:num w:numId="29">
    <w:abstractNumId w:val="26"/>
  </w:num>
  <w:num w:numId="30">
    <w:abstractNumId w:val="26"/>
  </w:num>
  <w:num w:numId="31">
    <w:abstractNumId w:val="26"/>
  </w:num>
  <w:num w:numId="32">
    <w:abstractNumId w:val="26"/>
  </w:num>
  <w:num w:numId="33">
    <w:abstractNumId w:val="21"/>
  </w:num>
  <w:num w:numId="34">
    <w:abstractNumId w:val="20"/>
  </w:num>
  <w:num w:numId="35">
    <w:abstractNumId w:val="29"/>
  </w:num>
  <w:num w:numId="36">
    <w:abstractNumId w:val="14"/>
  </w:num>
  <w:num w:numId="37">
    <w:abstractNumId w:val="3"/>
  </w:num>
  <w:num w:numId="38">
    <w:abstractNumId w:val="4"/>
  </w:num>
  <w:num w:numId="39">
    <w:abstractNumId w:val="15"/>
  </w:num>
  <w:num w:numId="40">
    <w:abstractNumId w:val="5"/>
  </w:num>
  <w:num w:numId="41">
    <w:abstractNumId w:val="27"/>
  </w:num>
  <w:num w:numId="42">
    <w:abstractNumId w:val="22"/>
  </w:num>
  <w:num w:numId="43">
    <w:abstractNumId w:val="19"/>
  </w:num>
  <w:num w:numId="4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25946"/>
    <w:rsid w:val="00025C9F"/>
    <w:rsid w:val="00026555"/>
    <w:rsid w:val="0003016F"/>
    <w:rsid w:val="00034DB3"/>
    <w:rsid w:val="00061760"/>
    <w:rsid w:val="00061FB7"/>
    <w:rsid w:val="000830E0"/>
    <w:rsid w:val="00083559"/>
    <w:rsid w:val="00084ECD"/>
    <w:rsid w:val="00097D1D"/>
    <w:rsid w:val="000B4D82"/>
    <w:rsid w:val="000B595B"/>
    <w:rsid w:val="000C5EA1"/>
    <w:rsid w:val="000D1300"/>
    <w:rsid w:val="000D2670"/>
    <w:rsid w:val="000E08EA"/>
    <w:rsid w:val="000E5D6E"/>
    <w:rsid w:val="0010094F"/>
    <w:rsid w:val="001150AC"/>
    <w:rsid w:val="001210BE"/>
    <w:rsid w:val="00122041"/>
    <w:rsid w:val="001630BA"/>
    <w:rsid w:val="00174036"/>
    <w:rsid w:val="001771C2"/>
    <w:rsid w:val="00184B7F"/>
    <w:rsid w:val="001B6658"/>
    <w:rsid w:val="001D4A86"/>
    <w:rsid w:val="001E4637"/>
    <w:rsid w:val="001E4AB0"/>
    <w:rsid w:val="001E4CFE"/>
    <w:rsid w:val="001E57F2"/>
    <w:rsid w:val="001F7D74"/>
    <w:rsid w:val="0020115C"/>
    <w:rsid w:val="002050C6"/>
    <w:rsid w:val="00250FD1"/>
    <w:rsid w:val="0026196D"/>
    <w:rsid w:val="00281A73"/>
    <w:rsid w:val="0028540E"/>
    <w:rsid w:val="002921F8"/>
    <w:rsid w:val="00295D8F"/>
    <w:rsid w:val="002B1045"/>
    <w:rsid w:val="002D50A1"/>
    <w:rsid w:val="002D6582"/>
    <w:rsid w:val="002E1DA0"/>
    <w:rsid w:val="002F262D"/>
    <w:rsid w:val="002F387B"/>
    <w:rsid w:val="0031263C"/>
    <w:rsid w:val="00315DFE"/>
    <w:rsid w:val="00320DD2"/>
    <w:rsid w:val="00321AD2"/>
    <w:rsid w:val="00325C05"/>
    <w:rsid w:val="00330275"/>
    <w:rsid w:val="0033181F"/>
    <w:rsid w:val="003510A9"/>
    <w:rsid w:val="003618B9"/>
    <w:rsid w:val="0037397A"/>
    <w:rsid w:val="00385727"/>
    <w:rsid w:val="00392F0B"/>
    <w:rsid w:val="003B6711"/>
    <w:rsid w:val="003C3222"/>
    <w:rsid w:val="003C3921"/>
    <w:rsid w:val="003E2EAE"/>
    <w:rsid w:val="003F0891"/>
    <w:rsid w:val="003F1678"/>
    <w:rsid w:val="003F786B"/>
    <w:rsid w:val="0042665B"/>
    <w:rsid w:val="004334D6"/>
    <w:rsid w:val="00447EA5"/>
    <w:rsid w:val="00451202"/>
    <w:rsid w:val="00456566"/>
    <w:rsid w:val="00466FB5"/>
    <w:rsid w:val="004715C4"/>
    <w:rsid w:val="004729E2"/>
    <w:rsid w:val="00480A16"/>
    <w:rsid w:val="00485A5D"/>
    <w:rsid w:val="004B3E16"/>
    <w:rsid w:val="004E54C5"/>
    <w:rsid w:val="0051493C"/>
    <w:rsid w:val="00514C70"/>
    <w:rsid w:val="00540E30"/>
    <w:rsid w:val="00542C65"/>
    <w:rsid w:val="0054661A"/>
    <w:rsid w:val="0055209E"/>
    <w:rsid w:val="00563DCF"/>
    <w:rsid w:val="00570C1F"/>
    <w:rsid w:val="005728E1"/>
    <w:rsid w:val="00575674"/>
    <w:rsid w:val="00576456"/>
    <w:rsid w:val="00583EEB"/>
    <w:rsid w:val="00590DD7"/>
    <w:rsid w:val="005922F1"/>
    <w:rsid w:val="005A19A2"/>
    <w:rsid w:val="005A2F5B"/>
    <w:rsid w:val="005A572B"/>
    <w:rsid w:val="005B1D6A"/>
    <w:rsid w:val="005C0A2E"/>
    <w:rsid w:val="005D1C0B"/>
    <w:rsid w:val="005E533F"/>
    <w:rsid w:val="005E5E72"/>
    <w:rsid w:val="00601B63"/>
    <w:rsid w:val="00611223"/>
    <w:rsid w:val="00612696"/>
    <w:rsid w:val="0061407A"/>
    <w:rsid w:val="00647B93"/>
    <w:rsid w:val="006519A0"/>
    <w:rsid w:val="00654FF5"/>
    <w:rsid w:val="0066148A"/>
    <w:rsid w:val="006766AC"/>
    <w:rsid w:val="00680325"/>
    <w:rsid w:val="006905B3"/>
    <w:rsid w:val="006A37B8"/>
    <w:rsid w:val="006A4935"/>
    <w:rsid w:val="006A6F88"/>
    <w:rsid w:val="006B3301"/>
    <w:rsid w:val="006B4354"/>
    <w:rsid w:val="006E302C"/>
    <w:rsid w:val="006E325C"/>
    <w:rsid w:val="006E559C"/>
    <w:rsid w:val="006F0EDD"/>
    <w:rsid w:val="006F0F7E"/>
    <w:rsid w:val="006F2858"/>
    <w:rsid w:val="006F3ED2"/>
    <w:rsid w:val="007058CF"/>
    <w:rsid w:val="00707D4E"/>
    <w:rsid w:val="00710D22"/>
    <w:rsid w:val="007116E8"/>
    <w:rsid w:val="00713FC3"/>
    <w:rsid w:val="00725D36"/>
    <w:rsid w:val="00727ED0"/>
    <w:rsid w:val="0073431C"/>
    <w:rsid w:val="00770D28"/>
    <w:rsid w:val="00785A9E"/>
    <w:rsid w:val="0079453B"/>
    <w:rsid w:val="00794FF9"/>
    <w:rsid w:val="007A13B6"/>
    <w:rsid w:val="007B149A"/>
    <w:rsid w:val="007B3A77"/>
    <w:rsid w:val="007B7DC5"/>
    <w:rsid w:val="007C143C"/>
    <w:rsid w:val="007D1BB8"/>
    <w:rsid w:val="007E4FF7"/>
    <w:rsid w:val="007E7B1B"/>
    <w:rsid w:val="007F0852"/>
    <w:rsid w:val="008015FE"/>
    <w:rsid w:val="00802BF6"/>
    <w:rsid w:val="0080455E"/>
    <w:rsid w:val="008145D3"/>
    <w:rsid w:val="00823E0D"/>
    <w:rsid w:val="00826CA2"/>
    <w:rsid w:val="00834F6F"/>
    <w:rsid w:val="00842C22"/>
    <w:rsid w:val="00844B4B"/>
    <w:rsid w:val="00865A9B"/>
    <w:rsid w:val="0086761E"/>
    <w:rsid w:val="00883C9D"/>
    <w:rsid w:val="008B3F24"/>
    <w:rsid w:val="008B5FC2"/>
    <w:rsid w:val="008D6AF5"/>
    <w:rsid w:val="008E2E7C"/>
    <w:rsid w:val="008F3E55"/>
    <w:rsid w:val="0090085C"/>
    <w:rsid w:val="009134C8"/>
    <w:rsid w:val="0091386E"/>
    <w:rsid w:val="00915653"/>
    <w:rsid w:val="009216CA"/>
    <w:rsid w:val="00942662"/>
    <w:rsid w:val="00942DCF"/>
    <w:rsid w:val="009552A9"/>
    <w:rsid w:val="009651FC"/>
    <w:rsid w:val="009679EA"/>
    <w:rsid w:val="00980349"/>
    <w:rsid w:val="0098085D"/>
    <w:rsid w:val="0098715B"/>
    <w:rsid w:val="00992D82"/>
    <w:rsid w:val="00994B19"/>
    <w:rsid w:val="00996D0F"/>
    <w:rsid w:val="009A3A67"/>
    <w:rsid w:val="009C4C90"/>
    <w:rsid w:val="009D291A"/>
    <w:rsid w:val="009D2F66"/>
    <w:rsid w:val="00A04D76"/>
    <w:rsid w:val="00A050A6"/>
    <w:rsid w:val="00A11A65"/>
    <w:rsid w:val="00A2196C"/>
    <w:rsid w:val="00A27DB8"/>
    <w:rsid w:val="00A31F8F"/>
    <w:rsid w:val="00A842CB"/>
    <w:rsid w:val="00A93DE0"/>
    <w:rsid w:val="00A966E1"/>
    <w:rsid w:val="00AA1307"/>
    <w:rsid w:val="00AA2C63"/>
    <w:rsid w:val="00AA4FBB"/>
    <w:rsid w:val="00AA7DD0"/>
    <w:rsid w:val="00AB027A"/>
    <w:rsid w:val="00AB1040"/>
    <w:rsid w:val="00AB3B6E"/>
    <w:rsid w:val="00AB3BF4"/>
    <w:rsid w:val="00AC26F0"/>
    <w:rsid w:val="00AC5A80"/>
    <w:rsid w:val="00AD065D"/>
    <w:rsid w:val="00AD5C55"/>
    <w:rsid w:val="00AE5616"/>
    <w:rsid w:val="00B071CC"/>
    <w:rsid w:val="00B134D0"/>
    <w:rsid w:val="00B16BAA"/>
    <w:rsid w:val="00B1794B"/>
    <w:rsid w:val="00B21C46"/>
    <w:rsid w:val="00B27C56"/>
    <w:rsid w:val="00B36DC0"/>
    <w:rsid w:val="00B45BBF"/>
    <w:rsid w:val="00B50CB3"/>
    <w:rsid w:val="00B742E2"/>
    <w:rsid w:val="00B82856"/>
    <w:rsid w:val="00B93301"/>
    <w:rsid w:val="00BA573D"/>
    <w:rsid w:val="00BB3B99"/>
    <w:rsid w:val="00BD20C7"/>
    <w:rsid w:val="00BD433B"/>
    <w:rsid w:val="00BE7360"/>
    <w:rsid w:val="00BF1F26"/>
    <w:rsid w:val="00C01A01"/>
    <w:rsid w:val="00C06CD1"/>
    <w:rsid w:val="00C075F4"/>
    <w:rsid w:val="00C17085"/>
    <w:rsid w:val="00C33C88"/>
    <w:rsid w:val="00C43CCF"/>
    <w:rsid w:val="00C44DF9"/>
    <w:rsid w:val="00C45E60"/>
    <w:rsid w:val="00C46EC6"/>
    <w:rsid w:val="00C504C3"/>
    <w:rsid w:val="00C53F0E"/>
    <w:rsid w:val="00C5476A"/>
    <w:rsid w:val="00C63845"/>
    <w:rsid w:val="00C6447C"/>
    <w:rsid w:val="00C668F6"/>
    <w:rsid w:val="00C81C9E"/>
    <w:rsid w:val="00C83058"/>
    <w:rsid w:val="00C84564"/>
    <w:rsid w:val="00C845B5"/>
    <w:rsid w:val="00C87EE7"/>
    <w:rsid w:val="00CA470F"/>
    <w:rsid w:val="00CA748B"/>
    <w:rsid w:val="00CD65E9"/>
    <w:rsid w:val="00CE2087"/>
    <w:rsid w:val="00CE70F1"/>
    <w:rsid w:val="00CF12CB"/>
    <w:rsid w:val="00CF4243"/>
    <w:rsid w:val="00D37CF8"/>
    <w:rsid w:val="00D477B0"/>
    <w:rsid w:val="00D544EF"/>
    <w:rsid w:val="00D81774"/>
    <w:rsid w:val="00D85190"/>
    <w:rsid w:val="00DB6A54"/>
    <w:rsid w:val="00DC4733"/>
    <w:rsid w:val="00DE01DB"/>
    <w:rsid w:val="00DE702B"/>
    <w:rsid w:val="00DE7A58"/>
    <w:rsid w:val="00E02C26"/>
    <w:rsid w:val="00E06671"/>
    <w:rsid w:val="00E22ABB"/>
    <w:rsid w:val="00E3127D"/>
    <w:rsid w:val="00E34486"/>
    <w:rsid w:val="00E363D2"/>
    <w:rsid w:val="00E42E64"/>
    <w:rsid w:val="00E45161"/>
    <w:rsid w:val="00E60758"/>
    <w:rsid w:val="00E726A0"/>
    <w:rsid w:val="00E85757"/>
    <w:rsid w:val="00E877C7"/>
    <w:rsid w:val="00E90CD3"/>
    <w:rsid w:val="00E9783D"/>
    <w:rsid w:val="00EA160C"/>
    <w:rsid w:val="00EB64E3"/>
    <w:rsid w:val="00EC5297"/>
    <w:rsid w:val="00EC75F9"/>
    <w:rsid w:val="00ED0AD6"/>
    <w:rsid w:val="00ED3DAB"/>
    <w:rsid w:val="00ED7558"/>
    <w:rsid w:val="00EF2E5B"/>
    <w:rsid w:val="00EF7728"/>
    <w:rsid w:val="00F026E1"/>
    <w:rsid w:val="00F03FB4"/>
    <w:rsid w:val="00F2021E"/>
    <w:rsid w:val="00F31F58"/>
    <w:rsid w:val="00F4486B"/>
    <w:rsid w:val="00F53254"/>
    <w:rsid w:val="00F53AC9"/>
    <w:rsid w:val="00F63717"/>
    <w:rsid w:val="00F64BE7"/>
    <w:rsid w:val="00F65679"/>
    <w:rsid w:val="00F70916"/>
    <w:rsid w:val="00F8017E"/>
    <w:rsid w:val="00F80696"/>
    <w:rsid w:val="00F839BA"/>
    <w:rsid w:val="00F858F5"/>
    <w:rsid w:val="00F9409D"/>
    <w:rsid w:val="00FA1F94"/>
    <w:rsid w:val="00FB0EF7"/>
    <w:rsid w:val="00FB5996"/>
    <w:rsid w:val="00FC66F2"/>
    <w:rsid w:val="00FD18BF"/>
    <w:rsid w:val="00FF0C5B"/>
    <w:rsid w:val="00FF13B5"/>
    <w:rsid w:val="00FF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D2FE3F-7BE9-4294-9F35-7EC7B345E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6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DE7A58"/>
    <w:pPr>
      <w:keepNext/>
      <w:keepLines/>
      <w:numPr>
        <w:numId w:val="2"/>
      </w:numPr>
      <w:spacing w:after="120"/>
      <w:ind w:left="0" w:hanging="426"/>
      <w:outlineLvl w:val="0"/>
    </w:pPr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DE7A58"/>
    <w:rPr>
      <w:rFonts w:ascii="Comic Sans MS" w:eastAsia="Times New Roman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25946"/>
    <w:pPr>
      <w:spacing w:before="100" w:beforeAutospacing="1" w:after="100" w:afterAutospacing="1"/>
      <w:jc w:val="left"/>
    </w:pPr>
    <w:rPr>
      <w:rFonts w:eastAsia="Times New Roman"/>
      <w:lang w:eastAsia="fr-FR"/>
    </w:rPr>
  </w:style>
  <w:style w:type="paragraph" w:customStyle="1" w:styleId="Norma1">
    <w:name w:val="Norma 1"/>
    <w:basedOn w:val="Normal"/>
    <w:link w:val="Norma1Car"/>
    <w:qFormat/>
    <w:rsid w:val="001150AC"/>
    <w:pPr>
      <w:spacing w:after="120"/>
    </w:pPr>
  </w:style>
  <w:style w:type="paragraph" w:customStyle="1" w:styleId="Normal1">
    <w:name w:val="Normal1"/>
    <w:basedOn w:val="Normal"/>
    <w:qFormat/>
    <w:rsid w:val="00250FD1"/>
    <w:pPr>
      <w:tabs>
        <w:tab w:val="left" w:pos="5643"/>
      </w:tabs>
      <w:spacing w:after="120"/>
    </w:pPr>
    <w:rPr>
      <w:rFonts w:eastAsia="Times New Roman"/>
      <w:szCs w:val="32"/>
      <w:lang w:eastAsia="fr-FR"/>
    </w:rPr>
  </w:style>
  <w:style w:type="character" w:customStyle="1" w:styleId="Norma1Car">
    <w:name w:val="Norma 1 Car"/>
    <w:basedOn w:val="Policepardfaut"/>
    <w:link w:val="Norma1"/>
    <w:rsid w:val="001150AC"/>
    <w:rPr>
      <w:rFonts w:ascii="Times New Roman" w:hAnsi="Times New Roman" w:cs="Times New Roman"/>
      <w:sz w:val="24"/>
      <w:szCs w:val="24"/>
    </w:rPr>
  </w:style>
  <w:style w:type="table" w:customStyle="1" w:styleId="Grilledutableau2">
    <w:name w:val="Grille du tableau2"/>
    <w:basedOn w:val="TableauNormal"/>
    <w:next w:val="Grilledutableau"/>
    <w:uiPriority w:val="59"/>
    <w:rsid w:val="009C4C9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942662"/>
    <w:pPr>
      <w:widowControl w:val="0"/>
      <w:ind w:left="733"/>
      <w:jc w:val="left"/>
    </w:pPr>
    <w:rPr>
      <w:rFonts w:ascii="Arial" w:eastAsia="Arial" w:hAnsi="Arial" w:cstheme="minorBidi"/>
      <w:sz w:val="22"/>
      <w:szCs w:val="22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42662"/>
    <w:rPr>
      <w:rFonts w:ascii="Arial" w:eastAsia="Arial" w:hAnsi="Arial"/>
      <w:lang w:val="en-US"/>
    </w:rPr>
  </w:style>
  <w:style w:type="character" w:styleId="Textedelespacerserv">
    <w:name w:val="Placeholder Text"/>
    <w:basedOn w:val="Policepardfaut"/>
    <w:uiPriority w:val="99"/>
    <w:semiHidden/>
    <w:rsid w:val="00F31F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0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D35EA-5237-4EF2-B95E-E06A4B368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3</TotalTime>
  <Pages>1</Pages>
  <Words>700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</dc:creator>
  <cp:keywords/>
  <dc:description/>
  <cp:lastModifiedBy>peuge</cp:lastModifiedBy>
  <cp:revision>6</cp:revision>
  <cp:lastPrinted>2024-10-16T18:02:00Z</cp:lastPrinted>
  <dcterms:created xsi:type="dcterms:W3CDTF">2020-04-23T14:24:00Z</dcterms:created>
  <dcterms:modified xsi:type="dcterms:W3CDTF">2024-10-16T18:02:00Z</dcterms:modified>
</cp:coreProperties>
</file>